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851"/>
        <w:gridCol w:w="1130"/>
        <w:gridCol w:w="1134"/>
      </w:tblGrid>
      <w:tr w:rsidR="004E6D43" w:rsidRPr="00E3284A" w:rsidTr="00FB11AF">
        <w:tc>
          <w:tcPr>
            <w:tcW w:w="15025" w:type="dxa"/>
            <w:gridSpan w:val="13"/>
          </w:tcPr>
          <w:p w:rsidR="004E6D43" w:rsidRPr="00E3284A" w:rsidRDefault="004E6D43" w:rsidP="00853DFF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lang w:val="sr-Latn-CS"/>
              </w:rPr>
            </w:pP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IME KANDIDATA: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</w:rPr>
              <w:t>Nevena Krstić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ZVANJE: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</w:rPr>
              <w:t xml:space="preserve">klinički asistent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AUČNA OBLAST: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 w:rsidRPr="003264CC">
              <w:rPr>
                <w:rFonts w:ascii="Tahoma" w:hAnsi="Tahoma" w:cs="Tahoma"/>
                <w:b/>
                <w:bCs/>
                <w:iCs/>
              </w:rPr>
              <w:t>Fizikalna medicina i rehabilitacija</w:t>
            </w:r>
          </w:p>
        </w:tc>
      </w:tr>
      <w:tr w:rsidR="004E6D43" w:rsidTr="00FB11AF">
        <w:tc>
          <w:tcPr>
            <w:tcW w:w="4822" w:type="dxa"/>
            <w:vMerge w:val="restart"/>
            <w:shd w:val="clear" w:color="auto" w:fill="D9D9D9"/>
            <w:vAlign w:val="center"/>
          </w:tcPr>
          <w:p w:rsidR="004E6D43" w:rsidRDefault="004E6D43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shd w:val="clear" w:color="auto" w:fill="D9D9D9"/>
            <w:vAlign w:val="center"/>
          </w:tcPr>
          <w:p w:rsidR="004E6D43" w:rsidRDefault="004E6D4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shd w:val="clear" w:color="auto" w:fill="D9D9D9"/>
            <w:vAlign w:val="center"/>
          </w:tcPr>
          <w:p w:rsidR="004E6D43" w:rsidRDefault="004E6D4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shd w:val="clear" w:color="auto" w:fill="D9D9D9"/>
            <w:vAlign w:val="center"/>
          </w:tcPr>
          <w:p w:rsidR="004E6D43" w:rsidRDefault="004E6D4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701" w:type="dxa"/>
            <w:gridSpan w:val="2"/>
            <w:shd w:val="clear" w:color="auto" w:fill="D9D9D9"/>
            <w:vAlign w:val="center"/>
          </w:tcPr>
          <w:p w:rsidR="004E6D43" w:rsidRDefault="004E6D4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701" w:type="dxa"/>
            <w:gridSpan w:val="2"/>
            <w:shd w:val="clear" w:color="auto" w:fill="D9D9D9"/>
            <w:vAlign w:val="center"/>
          </w:tcPr>
          <w:p w:rsidR="004E6D43" w:rsidRDefault="004E6D4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264" w:type="dxa"/>
            <w:gridSpan w:val="2"/>
            <w:shd w:val="clear" w:color="auto" w:fill="D9D9D9"/>
            <w:vAlign w:val="center"/>
          </w:tcPr>
          <w:p w:rsidR="004E6D43" w:rsidRDefault="004E6D4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4E6D43" w:rsidTr="00FB11AF">
        <w:tc>
          <w:tcPr>
            <w:tcW w:w="4822" w:type="dxa"/>
            <w:vMerge/>
          </w:tcPr>
          <w:p w:rsidR="004E6D43" w:rsidRDefault="004E6D4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</w:tcPr>
          <w:p w:rsidR="004E6D43" w:rsidRDefault="004E6D43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</w:tcPr>
          <w:p w:rsidR="004E6D43" w:rsidRDefault="004E6D43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</w:tcPr>
          <w:p w:rsidR="004E6D43" w:rsidRDefault="004E6D43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</w:tcPr>
          <w:p w:rsidR="004E6D43" w:rsidRDefault="004E6D43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</w:tcPr>
          <w:p w:rsidR="004E6D43" w:rsidRDefault="004E6D43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</w:tcPr>
          <w:p w:rsidR="004E6D43" w:rsidRDefault="004E6D43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</w:tcPr>
          <w:p w:rsidR="004E6D43" w:rsidRDefault="004E6D43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</w:tcPr>
          <w:p w:rsidR="004E6D43" w:rsidRDefault="004E6D43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</w:tcPr>
          <w:p w:rsidR="004E6D43" w:rsidRDefault="004E6D43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</w:tcPr>
          <w:p w:rsidR="004E6D43" w:rsidRDefault="004E6D43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130" w:type="dxa"/>
          </w:tcPr>
          <w:p w:rsidR="004E6D43" w:rsidRDefault="004E6D43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</w:tcPr>
          <w:p w:rsidR="004E6D43" w:rsidRDefault="004E6D43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4E6D43" w:rsidTr="00FB11AF">
        <w:tc>
          <w:tcPr>
            <w:tcW w:w="4822" w:type="dxa"/>
          </w:tcPr>
          <w:p w:rsidR="004E6D43" w:rsidRPr="000E18DF" w:rsidRDefault="004E6D4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it-IT"/>
              </w:rPr>
            </w:pPr>
            <w:r w:rsidRPr="000E18DF">
              <w:rPr>
                <w:rFonts w:ascii="Tahoma" w:hAnsi="Tahoma" w:cs="Tahoma"/>
                <w:b/>
                <w:color w:val="000000"/>
                <w:sz w:val="16"/>
                <w:lang w:val="it-IT"/>
              </w:rPr>
              <w:t xml:space="preserve">1. </w:t>
            </w:r>
            <w:r w:rsidRPr="000E18DF">
              <w:rPr>
                <w:rFonts w:ascii="Tahoma" w:hAnsi="Tahoma" w:cs="Tahoma"/>
                <w:b/>
                <w:sz w:val="16"/>
                <w:lang w:val="it-IT"/>
              </w:rPr>
              <w:t>Originalni radovi</w:t>
            </w:r>
            <w:r w:rsidRPr="000E18DF">
              <w:rPr>
                <w:rFonts w:ascii="Tahoma" w:hAnsi="Tahoma" w:cs="Tahoma"/>
                <w:b/>
                <w:color w:val="000000"/>
                <w:sz w:val="16"/>
                <w:lang w:val="it-IT"/>
              </w:rPr>
              <w:t xml:space="preserve"> </w:t>
            </w:r>
            <w:r w:rsidRPr="000E18DF">
              <w:rPr>
                <w:rFonts w:ascii="Tahoma" w:hAnsi="Tahoma" w:cs="Tahoma"/>
                <w:b/>
                <w:i/>
                <w:color w:val="000000"/>
                <w:sz w:val="16"/>
                <w:lang w:val="it-IT"/>
              </w:rPr>
              <w:t>in extenso</w:t>
            </w:r>
            <w:r w:rsidRPr="000E18DF">
              <w:rPr>
                <w:rFonts w:ascii="Tahoma" w:hAnsi="Tahoma" w:cs="Tahoma"/>
                <w:b/>
                <w:color w:val="000000"/>
                <w:sz w:val="16"/>
                <w:lang w:val="it-IT"/>
              </w:rPr>
              <w:t xml:space="preserve"> u časopisima sa JCR liste</w:t>
            </w:r>
          </w:p>
          <w:p w:rsidR="004E6D43" w:rsidRPr="0057559A" w:rsidRDefault="004E6D4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0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4E6D43" w:rsidRPr="00E54483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E54483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3,024</w:t>
            </w:r>
          </w:p>
        </w:tc>
        <w:tc>
          <w:tcPr>
            <w:tcW w:w="851" w:type="dxa"/>
            <w:vAlign w:val="center"/>
          </w:tcPr>
          <w:p w:rsidR="004E6D43" w:rsidRPr="004C682A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4C682A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5,972</w:t>
            </w:r>
          </w:p>
        </w:tc>
        <w:tc>
          <w:tcPr>
            <w:tcW w:w="1130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134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5,972</w:t>
            </w:r>
          </w:p>
        </w:tc>
      </w:tr>
      <w:tr w:rsidR="004E6D43" w:rsidRPr="00E54483" w:rsidTr="00FB11AF">
        <w:tc>
          <w:tcPr>
            <w:tcW w:w="4822" w:type="dxa"/>
          </w:tcPr>
          <w:p w:rsidR="004E6D43" w:rsidRPr="00E54483" w:rsidRDefault="004E6D4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E54483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2. Ostali radovi u časopisima sa JCR liste **</w:t>
            </w:r>
          </w:p>
          <w:p w:rsidR="004E6D43" w:rsidRPr="0057559A" w:rsidRDefault="004E6D4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E6D43" w:rsidTr="00D67F8D">
        <w:tc>
          <w:tcPr>
            <w:tcW w:w="4822" w:type="dxa"/>
          </w:tcPr>
          <w:p w:rsidR="004E6D43" w:rsidRPr="0057559A" w:rsidRDefault="004E6D43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E6D43" w:rsidTr="00D67F8D">
        <w:trPr>
          <w:trHeight w:val="638"/>
        </w:trPr>
        <w:tc>
          <w:tcPr>
            <w:tcW w:w="4822" w:type="dxa"/>
          </w:tcPr>
          <w:p w:rsidR="004E6D43" w:rsidRPr="00E54483" w:rsidRDefault="004E6D43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E54483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4. Radovi u časopisima indeksiranim u    MEDLINE-u</w:t>
            </w:r>
          </w:p>
          <w:p w:rsidR="004E6D43" w:rsidRPr="0057559A" w:rsidRDefault="004E6D43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E6D43" w:rsidTr="00D67F8D">
        <w:trPr>
          <w:trHeight w:val="522"/>
        </w:trPr>
        <w:tc>
          <w:tcPr>
            <w:tcW w:w="4822" w:type="dxa"/>
          </w:tcPr>
          <w:p w:rsidR="004E6D43" w:rsidRPr="0057559A" w:rsidRDefault="004E6D43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0E18DF">
              <w:rPr>
                <w:rFonts w:ascii="Tahoma" w:hAnsi="Tahoma" w:cs="Tahoma"/>
                <w:b/>
                <w:color w:val="000000"/>
                <w:sz w:val="16"/>
                <w:szCs w:val="16"/>
                <w:lang w:val="pl-PL"/>
              </w:rPr>
              <w:t>5. Ceo rad u časopisima koji nisu indeksirani u gore navedenim bazama podataka</w:t>
            </w:r>
          </w:p>
        </w:tc>
        <w:tc>
          <w:tcPr>
            <w:tcW w:w="795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41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E6D43" w:rsidTr="00D67F8D">
        <w:tc>
          <w:tcPr>
            <w:tcW w:w="4822" w:type="dxa"/>
            <w:vAlign w:val="center"/>
          </w:tcPr>
          <w:p w:rsidR="004E6D43" w:rsidRDefault="004E6D4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0E18DF">
              <w:rPr>
                <w:rFonts w:ascii="Tahoma" w:hAnsi="Tahoma" w:cs="Tahoma"/>
                <w:b/>
                <w:color w:val="000000"/>
                <w:sz w:val="16"/>
                <w:szCs w:val="16"/>
                <w:lang w:val="pl-PL"/>
              </w:rPr>
              <w:t>6. Ceo rad u zborniku sa međunarodnog skupa</w:t>
            </w:r>
          </w:p>
        </w:tc>
        <w:tc>
          <w:tcPr>
            <w:tcW w:w="795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E6D43" w:rsidTr="00D67F8D">
        <w:tc>
          <w:tcPr>
            <w:tcW w:w="4822" w:type="dxa"/>
            <w:vAlign w:val="center"/>
          </w:tcPr>
          <w:p w:rsidR="004E6D43" w:rsidRDefault="004E6D4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0E18DF">
              <w:rPr>
                <w:rFonts w:ascii="Tahoma" w:hAnsi="Tahoma" w:cs="Tahoma"/>
                <w:b/>
                <w:color w:val="000000"/>
                <w:sz w:val="16"/>
                <w:szCs w:val="16"/>
                <w:lang w:val="pl-PL"/>
              </w:rPr>
              <w:t>7. Ceo rad u zborniku sa nacionalnog skupa</w:t>
            </w:r>
          </w:p>
        </w:tc>
        <w:tc>
          <w:tcPr>
            <w:tcW w:w="795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41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709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850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17</w:t>
            </w:r>
          </w:p>
        </w:tc>
        <w:tc>
          <w:tcPr>
            <w:tcW w:w="1134" w:type="dxa"/>
            <w:vMerge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E6D43" w:rsidTr="00FB11AF">
        <w:tc>
          <w:tcPr>
            <w:tcW w:w="12761" w:type="dxa"/>
            <w:gridSpan w:val="11"/>
            <w:shd w:val="clear" w:color="auto" w:fill="D9D9D9"/>
            <w:vAlign w:val="center"/>
          </w:tcPr>
          <w:p w:rsidR="004E6D43" w:rsidRDefault="004E6D43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shd w:val="clear" w:color="auto" w:fill="D9D9D9"/>
            <w:vAlign w:val="center"/>
          </w:tcPr>
          <w:p w:rsidR="004E6D43" w:rsidRPr="00E3284A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29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4E6D43" w:rsidRPr="00EA72DF" w:rsidRDefault="004E6D4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5,972</w:t>
            </w:r>
          </w:p>
        </w:tc>
      </w:tr>
      <w:tr w:rsidR="004E6D43" w:rsidTr="00D67F8D">
        <w:tc>
          <w:tcPr>
            <w:tcW w:w="4822" w:type="dxa"/>
          </w:tcPr>
          <w:p w:rsidR="004E6D43" w:rsidRDefault="004E6D4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Izvod sa međunarodnog skupa</w:t>
            </w:r>
          </w:p>
        </w:tc>
        <w:tc>
          <w:tcPr>
            <w:tcW w:w="795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741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21</w:t>
            </w:r>
          </w:p>
        </w:tc>
        <w:tc>
          <w:tcPr>
            <w:tcW w:w="70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27</w:t>
            </w:r>
          </w:p>
        </w:tc>
        <w:tc>
          <w:tcPr>
            <w:tcW w:w="1134" w:type="dxa"/>
            <w:vMerge w:val="restart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E6D43" w:rsidTr="00D67F8D">
        <w:tc>
          <w:tcPr>
            <w:tcW w:w="4822" w:type="dxa"/>
          </w:tcPr>
          <w:p w:rsidR="004E6D43" w:rsidRDefault="004E6D4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Izvod sa nacionalnog skupa </w:t>
            </w:r>
          </w:p>
        </w:tc>
        <w:tc>
          <w:tcPr>
            <w:tcW w:w="795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</w:t>
            </w:r>
          </w:p>
        </w:tc>
        <w:tc>
          <w:tcPr>
            <w:tcW w:w="741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17</w:t>
            </w:r>
          </w:p>
        </w:tc>
        <w:tc>
          <w:tcPr>
            <w:tcW w:w="70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vAlign w:val="center"/>
          </w:tcPr>
          <w:p w:rsidR="004E6D43" w:rsidRPr="00713AEA" w:rsidRDefault="004E6D43" w:rsidP="00E5448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 xml:space="preserve">    27</w:t>
            </w:r>
          </w:p>
        </w:tc>
        <w:tc>
          <w:tcPr>
            <w:tcW w:w="1134" w:type="dxa"/>
            <w:vMerge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E6D43" w:rsidTr="00FB11AF">
        <w:tc>
          <w:tcPr>
            <w:tcW w:w="12761" w:type="dxa"/>
            <w:gridSpan w:val="11"/>
            <w:shd w:val="clear" w:color="auto" w:fill="D9D9D9"/>
          </w:tcPr>
          <w:p w:rsidR="004E6D43" w:rsidRDefault="004E6D4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shd w:val="clear" w:color="auto" w:fill="D9D9D9"/>
            <w:vAlign w:val="center"/>
          </w:tcPr>
          <w:p w:rsidR="004E6D43" w:rsidRPr="00E3284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54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E6D43" w:rsidTr="00D67F8D">
        <w:trPr>
          <w:trHeight w:val="428"/>
        </w:trPr>
        <w:tc>
          <w:tcPr>
            <w:tcW w:w="4822" w:type="dxa"/>
          </w:tcPr>
          <w:p w:rsidR="004E6D43" w:rsidRDefault="004E6D4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Udžbenici, praktikumi </w:t>
            </w:r>
          </w:p>
        </w:tc>
        <w:tc>
          <w:tcPr>
            <w:tcW w:w="795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E6D43" w:rsidTr="00D67F8D">
        <w:tc>
          <w:tcPr>
            <w:tcW w:w="4822" w:type="dxa"/>
          </w:tcPr>
          <w:p w:rsidR="004E6D43" w:rsidRDefault="004E6D4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Poglavlja u udžbenicima, praktikumima</w:t>
            </w:r>
          </w:p>
        </w:tc>
        <w:tc>
          <w:tcPr>
            <w:tcW w:w="795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4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8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E6D43" w:rsidTr="00D67F8D">
        <w:tc>
          <w:tcPr>
            <w:tcW w:w="4822" w:type="dxa"/>
          </w:tcPr>
          <w:p w:rsidR="004E6D43" w:rsidRDefault="004E6D43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Monografije, knjige</w:t>
            </w:r>
          </w:p>
        </w:tc>
        <w:tc>
          <w:tcPr>
            <w:tcW w:w="795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E6D43" w:rsidTr="00D67F8D">
        <w:tc>
          <w:tcPr>
            <w:tcW w:w="4822" w:type="dxa"/>
          </w:tcPr>
          <w:p w:rsidR="004E6D43" w:rsidRDefault="004E6D4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Poglavlja u monografijama, knjigama</w:t>
            </w:r>
          </w:p>
        </w:tc>
        <w:tc>
          <w:tcPr>
            <w:tcW w:w="795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vAlign w:val="center"/>
          </w:tcPr>
          <w:p w:rsidR="004E6D43" w:rsidRPr="00713AEA" w:rsidRDefault="004E6D4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E6D43" w:rsidTr="00E3284A">
        <w:tc>
          <w:tcPr>
            <w:tcW w:w="12761" w:type="dxa"/>
            <w:gridSpan w:val="11"/>
            <w:shd w:val="clear" w:color="auto" w:fill="D9D9D9"/>
          </w:tcPr>
          <w:p w:rsidR="004E6D43" w:rsidRDefault="004E6D4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shd w:val="clear" w:color="auto" w:fill="D9D9D9"/>
            <w:vAlign w:val="center"/>
          </w:tcPr>
          <w:p w:rsidR="004E6D43" w:rsidRPr="00E3284A" w:rsidRDefault="004E6D43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vMerge/>
            <w:shd w:val="clear" w:color="auto" w:fill="D9D9D9"/>
          </w:tcPr>
          <w:p w:rsidR="004E6D43" w:rsidRDefault="004E6D4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E6D43" w:rsidRPr="000E18DF" w:rsidTr="00FB11AF">
        <w:tc>
          <w:tcPr>
            <w:tcW w:w="15025" w:type="dxa"/>
            <w:gridSpan w:val="13"/>
          </w:tcPr>
          <w:p w:rsidR="004E6D43" w:rsidRDefault="004E6D43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* Poslednji autor: rukovodilac  projekta  ili  korespondirajući autor</w:t>
            </w:r>
          </w:p>
          <w:p w:rsidR="004E6D43" w:rsidRDefault="004E6D43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E18DF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** Ostali radovi u časopisima indeksiranim u JCR (učešce u studijama bez imena autora ispod glavnog naslova rada; letter; short note).  Računa se ½ IF časopisa u kome je takav rad objavljen.</w:t>
            </w:r>
          </w:p>
        </w:tc>
      </w:tr>
      <w:tr w:rsidR="004E6D43" w:rsidRPr="000E18DF" w:rsidTr="00E3284A">
        <w:trPr>
          <w:trHeight w:val="890"/>
        </w:trPr>
        <w:tc>
          <w:tcPr>
            <w:tcW w:w="15025" w:type="dxa"/>
            <w:gridSpan w:val="13"/>
          </w:tcPr>
          <w:p w:rsidR="004E6D43" w:rsidRDefault="004E6D43" w:rsidP="000E18DF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Комисија за припрему реферата: </w:t>
            </w:r>
          </w:p>
          <w:p w:rsidR="004E6D43" w:rsidRDefault="004E6D43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:rsidR="004E6D43" w:rsidRPr="00564931" w:rsidRDefault="004E6D43" w:rsidP="00564931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564931">
              <w:rPr>
                <w:rFonts w:ascii="Tahoma" w:hAnsi="Tahoma" w:cs="Tahoma"/>
                <w:b/>
                <w:lang w:val="sr-Latn-CS"/>
              </w:rPr>
              <w:t xml:space="preserve">1.  </w:t>
            </w:r>
            <w:r>
              <w:rPr>
                <w:rFonts w:ascii="Tahoma" w:hAnsi="Tahoma" w:cs="Tahoma"/>
                <w:b/>
                <w:lang w:val="sr-Latn-CS"/>
              </w:rPr>
              <w:t xml:space="preserve">Проф. др Александра Видаковић   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2. </w:t>
            </w:r>
            <w:r>
              <w:rPr>
                <w:rFonts w:ascii="Tahoma" w:hAnsi="Tahoma" w:cs="Tahoma"/>
                <w:b/>
                <w:lang w:val="sr-Latn-CS"/>
              </w:rPr>
              <w:t xml:space="preserve">Проф. др Наташа Мујовић       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3.</w:t>
            </w:r>
            <w:r>
              <w:rPr>
                <w:rFonts w:ascii="Tahoma" w:hAnsi="Tahoma" w:cs="Tahoma"/>
                <w:b/>
                <w:lang w:val="sr-Latn-CS"/>
              </w:rPr>
              <w:t xml:space="preserve"> Доц. др Дејан Николић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        </w:t>
            </w:r>
            <w:r>
              <w:rPr>
                <w:rFonts w:ascii="Tahoma" w:hAnsi="Tahoma" w:cs="Tahoma"/>
                <w:b/>
                <w:lang w:val="sr-Latn-CS"/>
              </w:rPr>
              <w:t xml:space="preserve"> 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     </w:t>
            </w:r>
            <w:r>
              <w:rPr>
                <w:rFonts w:ascii="Tahoma" w:hAnsi="Tahoma" w:cs="Tahoma"/>
                <w:b/>
                <w:lang w:val="sr-Latn-CS"/>
              </w:rPr>
              <w:t xml:space="preserve">        </w:t>
            </w:r>
          </w:p>
        </w:tc>
      </w:tr>
    </w:tbl>
    <w:p w:rsidR="004E6D43" w:rsidRDefault="004E6D43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4E6D43" w:rsidSect="006475E9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6263"/>
    <w:rsid w:val="00026930"/>
    <w:rsid w:val="00055A16"/>
    <w:rsid w:val="00071DAB"/>
    <w:rsid w:val="00081886"/>
    <w:rsid w:val="0009357D"/>
    <w:rsid w:val="000A57AD"/>
    <w:rsid w:val="000E18DF"/>
    <w:rsid w:val="00124EE8"/>
    <w:rsid w:val="001379EA"/>
    <w:rsid w:val="001423CF"/>
    <w:rsid w:val="00164959"/>
    <w:rsid w:val="00170BE8"/>
    <w:rsid w:val="001C546E"/>
    <w:rsid w:val="00215D2C"/>
    <w:rsid w:val="00255D97"/>
    <w:rsid w:val="002F383A"/>
    <w:rsid w:val="003264CC"/>
    <w:rsid w:val="00352EDB"/>
    <w:rsid w:val="003A644C"/>
    <w:rsid w:val="003C7A81"/>
    <w:rsid w:val="00465A59"/>
    <w:rsid w:val="004A098D"/>
    <w:rsid w:val="004C682A"/>
    <w:rsid w:val="004E3FB9"/>
    <w:rsid w:val="004E6D43"/>
    <w:rsid w:val="004E6F86"/>
    <w:rsid w:val="00564931"/>
    <w:rsid w:val="00566263"/>
    <w:rsid w:val="0057559A"/>
    <w:rsid w:val="005C0634"/>
    <w:rsid w:val="005D39FD"/>
    <w:rsid w:val="005F1609"/>
    <w:rsid w:val="006404AD"/>
    <w:rsid w:val="006475E9"/>
    <w:rsid w:val="006A0EAB"/>
    <w:rsid w:val="006B1406"/>
    <w:rsid w:val="006F6CEB"/>
    <w:rsid w:val="00713AEA"/>
    <w:rsid w:val="007462AB"/>
    <w:rsid w:val="007D258F"/>
    <w:rsid w:val="007D2AC9"/>
    <w:rsid w:val="007E1505"/>
    <w:rsid w:val="007E3C42"/>
    <w:rsid w:val="00840EE0"/>
    <w:rsid w:val="00853DFF"/>
    <w:rsid w:val="0088353D"/>
    <w:rsid w:val="008C736B"/>
    <w:rsid w:val="009455AC"/>
    <w:rsid w:val="009E10D9"/>
    <w:rsid w:val="00A53CA0"/>
    <w:rsid w:val="00AC1474"/>
    <w:rsid w:val="00AC14E1"/>
    <w:rsid w:val="00B00740"/>
    <w:rsid w:val="00B17C59"/>
    <w:rsid w:val="00BB3BD4"/>
    <w:rsid w:val="00BE3A32"/>
    <w:rsid w:val="00C317ED"/>
    <w:rsid w:val="00C654E1"/>
    <w:rsid w:val="00C66B4D"/>
    <w:rsid w:val="00C8113A"/>
    <w:rsid w:val="00CB5112"/>
    <w:rsid w:val="00CC4924"/>
    <w:rsid w:val="00CE464F"/>
    <w:rsid w:val="00CF7226"/>
    <w:rsid w:val="00D4234D"/>
    <w:rsid w:val="00D664FD"/>
    <w:rsid w:val="00D67F8D"/>
    <w:rsid w:val="00DE5093"/>
    <w:rsid w:val="00DF761E"/>
    <w:rsid w:val="00E146CF"/>
    <w:rsid w:val="00E3284A"/>
    <w:rsid w:val="00E32A8B"/>
    <w:rsid w:val="00E54483"/>
    <w:rsid w:val="00E600F2"/>
    <w:rsid w:val="00EA72DF"/>
    <w:rsid w:val="00EB0ED4"/>
    <w:rsid w:val="00EB3B0F"/>
    <w:rsid w:val="00EC1A5A"/>
    <w:rsid w:val="00EC6EE3"/>
    <w:rsid w:val="00EE4BE9"/>
    <w:rsid w:val="00F057E3"/>
    <w:rsid w:val="00F233ED"/>
    <w:rsid w:val="00F407C2"/>
    <w:rsid w:val="00FB11AF"/>
    <w:rsid w:val="00FE1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63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E3FB9"/>
    <w:rPr>
      <w:rFonts w:ascii="Tahoma" w:hAnsi="Tahoma" w:cs="Times New Roman"/>
      <w:b/>
      <w:color w:val="000000"/>
      <w:sz w:val="24"/>
      <w:szCs w:val="24"/>
      <w:u w:color="FFFFFF"/>
      <w:lang w:val="sl-SI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E3FB9"/>
    <w:rPr>
      <w:rFonts w:ascii="Tahoma" w:hAnsi="Tahoma" w:cs="Tahoma"/>
      <w:b/>
      <w:bCs/>
      <w:sz w:val="24"/>
      <w:szCs w:val="24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55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351</Words>
  <Characters>2006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dc:description/>
  <cp:lastModifiedBy>Korisnik36</cp:lastModifiedBy>
  <cp:revision>2</cp:revision>
  <cp:lastPrinted>2024-07-17T10:35:00Z</cp:lastPrinted>
  <dcterms:created xsi:type="dcterms:W3CDTF">2024-07-17T10:45:00Z</dcterms:created>
  <dcterms:modified xsi:type="dcterms:W3CDTF">2024-07-17T10:45:00Z</dcterms:modified>
</cp:coreProperties>
</file>