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5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2"/>
        <w:gridCol w:w="828"/>
        <w:gridCol w:w="822"/>
        <w:gridCol w:w="840"/>
        <w:gridCol w:w="810"/>
        <w:gridCol w:w="822"/>
        <w:gridCol w:w="822"/>
        <w:gridCol w:w="822"/>
        <w:gridCol w:w="834"/>
        <w:gridCol w:w="924"/>
        <w:gridCol w:w="1020"/>
        <w:gridCol w:w="1002"/>
        <w:gridCol w:w="1488"/>
      </w:tblGrid>
      <w:tr w:rsidR="006E1677" w:rsidRPr="000C7DB0" w14:paraId="517CF7B1" w14:textId="77777777" w:rsidTr="00923E9F">
        <w:trPr>
          <w:trHeight w:hRule="exact" w:val="444"/>
          <w:jc w:val="center"/>
        </w:trPr>
        <w:tc>
          <w:tcPr>
            <w:tcW w:w="15906" w:type="dxa"/>
            <w:gridSpan w:val="13"/>
            <w:shd w:val="clear" w:color="auto" w:fill="auto"/>
            <w:vAlign w:val="center"/>
          </w:tcPr>
          <w:p w14:paraId="17CA932E" w14:textId="75D925EC" w:rsidR="006E1677" w:rsidRPr="000C7DB0" w:rsidRDefault="006E1677" w:rsidP="006E1677">
            <w:pPr>
              <w:pStyle w:val="Other0"/>
              <w:rPr>
                <w:b/>
                <w:bCs/>
                <w:sz w:val="22"/>
                <w:szCs w:val="22"/>
              </w:rPr>
            </w:pPr>
            <w:r>
              <w:rPr>
                <w:rStyle w:val="Other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6E1677">
              <w:rPr>
                <w:rStyle w:val="Other"/>
                <w:b/>
                <w:bCs/>
                <w:sz w:val="20"/>
                <w:szCs w:val="20"/>
              </w:rPr>
              <w:t>ИМЕ КАНДИДАТА: Бранислав Олуић</w:t>
            </w:r>
            <w:r>
              <w:rPr>
                <w:rStyle w:val="Other"/>
                <w:b/>
                <w:bCs/>
                <w:sz w:val="20"/>
                <w:szCs w:val="20"/>
              </w:rPr>
              <w:t xml:space="preserve">                   </w:t>
            </w:r>
            <w:r w:rsidRPr="006E1677">
              <w:rPr>
                <w:rStyle w:val="Other"/>
                <w:b/>
                <w:bCs/>
                <w:sz w:val="20"/>
                <w:szCs w:val="20"/>
              </w:rPr>
              <w:t>ЗВАЊЕ: Доцент</w:t>
            </w:r>
            <w:r w:rsidRPr="006E1677">
              <w:rPr>
                <w:rStyle w:val="Other"/>
                <w:b/>
                <w:bCs/>
                <w:sz w:val="20"/>
                <w:szCs w:val="20"/>
                <w:lang w:val="sr-Cyrl-RS"/>
              </w:rPr>
              <w:t xml:space="preserve">    </w:t>
            </w:r>
            <w:r>
              <w:rPr>
                <w:rStyle w:val="Other"/>
                <w:b/>
                <w:bCs/>
                <w:sz w:val="20"/>
                <w:szCs w:val="20"/>
              </w:rPr>
              <w:t xml:space="preserve">                    </w:t>
            </w:r>
            <w:r w:rsidRPr="006E1677">
              <w:rPr>
                <w:rStyle w:val="Other"/>
                <w:b/>
                <w:bCs/>
                <w:sz w:val="20"/>
                <w:szCs w:val="20"/>
              </w:rPr>
              <w:t>УЖА НАУЧНА ОБЛАСТ: Хирургија са анестезиологијом (општа хир-ургентна хир)</w:t>
            </w:r>
          </w:p>
        </w:tc>
      </w:tr>
      <w:tr w:rsidR="00D4797A" w:rsidRPr="000C7DB0" w14:paraId="2860DDC7" w14:textId="77777777" w:rsidTr="00D4797A">
        <w:trPr>
          <w:trHeight w:hRule="exact" w:val="576"/>
          <w:jc w:val="center"/>
        </w:trPr>
        <w:tc>
          <w:tcPr>
            <w:tcW w:w="4872" w:type="dxa"/>
            <w:vMerge w:val="restart"/>
            <w:shd w:val="clear" w:color="auto" w:fill="D9D9D9" w:themeFill="background1" w:themeFillShade="D9"/>
            <w:vAlign w:val="center"/>
          </w:tcPr>
          <w:p w14:paraId="4237330B" w14:textId="490FBF13" w:rsidR="00D4797A" w:rsidRPr="000C7DB0" w:rsidRDefault="00D4797A" w:rsidP="00A360F6">
            <w:pPr>
              <w:pStyle w:val="Other0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b/>
                <w:bCs/>
                <w:sz w:val="22"/>
                <w:szCs w:val="22"/>
              </w:rPr>
              <w:t>ПУБЛИКАЦИЈА</w:t>
            </w:r>
          </w:p>
        </w:tc>
        <w:tc>
          <w:tcPr>
            <w:tcW w:w="1650" w:type="dxa"/>
            <w:gridSpan w:val="2"/>
            <w:shd w:val="clear" w:color="auto" w:fill="D9D9D9" w:themeFill="background1" w:themeFillShade="D9"/>
            <w:vAlign w:val="center"/>
          </w:tcPr>
          <w:p w14:paraId="5AADFC7E" w14:textId="77777777" w:rsidR="00D4797A" w:rsidRPr="000C7DB0" w:rsidRDefault="00D4797A">
            <w:pPr>
              <w:pStyle w:val="Other0"/>
              <w:jc w:val="center"/>
              <w:rPr>
                <w:b/>
                <w:bCs/>
                <w:sz w:val="22"/>
                <w:szCs w:val="22"/>
              </w:rPr>
            </w:pPr>
            <w:r w:rsidRPr="000C7DB0">
              <w:rPr>
                <w:rStyle w:val="Other"/>
                <w:b/>
                <w:bCs/>
                <w:sz w:val="22"/>
                <w:szCs w:val="22"/>
              </w:rPr>
              <w:t>Једини аутор</w:t>
            </w:r>
          </w:p>
        </w:tc>
        <w:tc>
          <w:tcPr>
            <w:tcW w:w="1650" w:type="dxa"/>
            <w:gridSpan w:val="2"/>
            <w:shd w:val="clear" w:color="auto" w:fill="D9D9D9" w:themeFill="background1" w:themeFillShade="D9"/>
            <w:vAlign w:val="center"/>
          </w:tcPr>
          <w:p w14:paraId="5FBC6342" w14:textId="77777777" w:rsidR="00D4797A" w:rsidRPr="000C7DB0" w:rsidRDefault="00D4797A">
            <w:pPr>
              <w:pStyle w:val="Other0"/>
              <w:jc w:val="center"/>
              <w:rPr>
                <w:b/>
                <w:bCs/>
                <w:sz w:val="22"/>
                <w:szCs w:val="22"/>
              </w:rPr>
            </w:pPr>
            <w:r w:rsidRPr="000C7DB0">
              <w:rPr>
                <w:rStyle w:val="Other"/>
                <w:b/>
                <w:bCs/>
                <w:sz w:val="22"/>
                <w:szCs w:val="22"/>
              </w:rPr>
              <w:t>Први аутор</w:t>
            </w:r>
          </w:p>
        </w:tc>
        <w:tc>
          <w:tcPr>
            <w:tcW w:w="1644" w:type="dxa"/>
            <w:gridSpan w:val="2"/>
            <w:shd w:val="clear" w:color="auto" w:fill="D9D9D9" w:themeFill="background1" w:themeFillShade="D9"/>
            <w:vAlign w:val="center"/>
          </w:tcPr>
          <w:p w14:paraId="5938D3FC" w14:textId="77777777" w:rsidR="00D4797A" w:rsidRPr="000C7DB0" w:rsidRDefault="00D4797A">
            <w:pPr>
              <w:pStyle w:val="Other0"/>
              <w:jc w:val="center"/>
              <w:rPr>
                <w:b/>
                <w:bCs/>
                <w:sz w:val="22"/>
                <w:szCs w:val="22"/>
              </w:rPr>
            </w:pPr>
            <w:r w:rsidRPr="000C7DB0">
              <w:rPr>
                <w:rStyle w:val="Other"/>
                <w:b/>
                <w:bCs/>
                <w:sz w:val="22"/>
                <w:szCs w:val="22"/>
              </w:rPr>
              <w:t>Сарадник</w:t>
            </w:r>
          </w:p>
        </w:tc>
        <w:tc>
          <w:tcPr>
            <w:tcW w:w="1656" w:type="dxa"/>
            <w:gridSpan w:val="2"/>
            <w:shd w:val="clear" w:color="auto" w:fill="D9D9D9" w:themeFill="background1" w:themeFillShade="D9"/>
            <w:vAlign w:val="center"/>
          </w:tcPr>
          <w:p w14:paraId="30FB05E8" w14:textId="77777777" w:rsidR="00D4797A" w:rsidRPr="000C7DB0" w:rsidRDefault="00D4797A">
            <w:pPr>
              <w:pStyle w:val="Other0"/>
              <w:spacing w:line="271" w:lineRule="auto"/>
              <w:jc w:val="center"/>
              <w:rPr>
                <w:rStyle w:val="Other"/>
                <w:b/>
                <w:bCs/>
                <w:sz w:val="22"/>
                <w:szCs w:val="22"/>
                <w:lang w:val="sr-Cyrl-RS"/>
              </w:rPr>
            </w:pPr>
            <w:r w:rsidRPr="000C7DB0">
              <w:rPr>
                <w:rStyle w:val="Other"/>
                <w:b/>
                <w:bCs/>
                <w:sz w:val="22"/>
                <w:szCs w:val="22"/>
              </w:rPr>
              <w:t>Носилац</w:t>
            </w:r>
          </w:p>
          <w:p w14:paraId="742951CC" w14:textId="1BFC1695" w:rsidR="00D4797A" w:rsidRPr="000C7DB0" w:rsidRDefault="00D4797A">
            <w:pPr>
              <w:pStyle w:val="Other0"/>
              <w:spacing w:line="271" w:lineRule="auto"/>
              <w:jc w:val="center"/>
              <w:rPr>
                <w:b/>
                <w:bCs/>
                <w:sz w:val="22"/>
                <w:szCs w:val="22"/>
              </w:rPr>
            </w:pPr>
            <w:r w:rsidRPr="000C7DB0">
              <w:rPr>
                <w:rStyle w:val="Other"/>
                <w:b/>
                <w:bCs/>
                <w:sz w:val="22"/>
                <w:szCs w:val="22"/>
              </w:rPr>
              <w:t>рада*</w:t>
            </w:r>
          </w:p>
        </w:tc>
        <w:tc>
          <w:tcPr>
            <w:tcW w:w="1944" w:type="dxa"/>
            <w:gridSpan w:val="2"/>
            <w:shd w:val="clear" w:color="auto" w:fill="D9D9D9" w:themeFill="background1" w:themeFillShade="D9"/>
            <w:vAlign w:val="center"/>
          </w:tcPr>
          <w:p w14:paraId="7033E47C" w14:textId="77777777" w:rsidR="00D4797A" w:rsidRPr="000C7DB0" w:rsidRDefault="00D4797A">
            <w:pPr>
              <w:pStyle w:val="Other0"/>
              <w:ind w:firstLine="180"/>
              <w:rPr>
                <w:b/>
                <w:bCs/>
                <w:sz w:val="22"/>
                <w:szCs w:val="22"/>
              </w:rPr>
            </w:pPr>
            <w:r w:rsidRPr="000C7DB0">
              <w:rPr>
                <w:rStyle w:val="Other"/>
                <w:b/>
                <w:bCs/>
                <w:sz w:val="22"/>
                <w:szCs w:val="22"/>
              </w:rPr>
              <w:t xml:space="preserve">Кумулативни </w:t>
            </w:r>
            <w:r w:rsidRPr="000C7DB0">
              <w:rPr>
                <w:rStyle w:val="Other"/>
                <w:b/>
                <w:bCs/>
                <w:sz w:val="22"/>
                <w:szCs w:val="22"/>
                <w:lang w:bidi="en-US"/>
              </w:rPr>
              <w:t>IF</w:t>
            </w:r>
          </w:p>
        </w:tc>
        <w:tc>
          <w:tcPr>
            <w:tcW w:w="2490" w:type="dxa"/>
            <w:gridSpan w:val="2"/>
            <w:shd w:val="clear" w:color="auto" w:fill="D9D9D9" w:themeFill="background1" w:themeFillShade="D9"/>
            <w:vAlign w:val="center"/>
          </w:tcPr>
          <w:p w14:paraId="11D1601C" w14:textId="77777777" w:rsidR="00D4797A" w:rsidRPr="000C7DB0" w:rsidRDefault="00D4797A">
            <w:pPr>
              <w:pStyle w:val="Other0"/>
              <w:jc w:val="center"/>
              <w:rPr>
                <w:b/>
                <w:bCs/>
                <w:sz w:val="22"/>
                <w:szCs w:val="22"/>
              </w:rPr>
            </w:pPr>
            <w:r w:rsidRPr="000C7DB0">
              <w:rPr>
                <w:rStyle w:val="Other"/>
                <w:b/>
                <w:bCs/>
                <w:sz w:val="22"/>
                <w:szCs w:val="22"/>
              </w:rPr>
              <w:t>Укупно</w:t>
            </w:r>
          </w:p>
        </w:tc>
      </w:tr>
      <w:tr w:rsidR="00D4797A" w:rsidRPr="000C7DB0" w14:paraId="5F3BC72A" w14:textId="77777777" w:rsidTr="000C7DB0">
        <w:trPr>
          <w:trHeight w:hRule="exact" w:val="582"/>
          <w:jc w:val="center"/>
        </w:trPr>
        <w:tc>
          <w:tcPr>
            <w:tcW w:w="4872" w:type="dxa"/>
            <w:vMerge/>
            <w:shd w:val="clear" w:color="auto" w:fill="auto"/>
            <w:vAlign w:val="center"/>
          </w:tcPr>
          <w:p w14:paraId="2728D956" w14:textId="0B474ADD" w:rsidR="00D4797A" w:rsidRPr="000C7DB0" w:rsidRDefault="00D4797A">
            <w:pPr>
              <w:pStyle w:val="Other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14:paraId="65267B00" w14:textId="77777777" w:rsidR="00D4797A" w:rsidRPr="000C7DB0" w:rsidRDefault="00D4797A">
            <w:pPr>
              <w:pStyle w:val="Other0"/>
              <w:spacing w:line="266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1049A923" w14:textId="77777777" w:rsidR="00D4797A" w:rsidRPr="000C7DB0" w:rsidRDefault="00D4797A">
            <w:pPr>
              <w:pStyle w:val="Other0"/>
              <w:spacing w:line="266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4EA5A09" w14:textId="77777777" w:rsidR="00D4797A" w:rsidRPr="000C7DB0" w:rsidRDefault="00D4797A">
            <w:pPr>
              <w:pStyle w:val="Other0"/>
              <w:spacing w:line="266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D8CFF8F" w14:textId="77777777" w:rsidR="00D4797A" w:rsidRPr="000C7DB0" w:rsidRDefault="00D4797A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534E732" w14:textId="77777777" w:rsidR="00D4797A" w:rsidRPr="000C7DB0" w:rsidRDefault="00D4797A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59961F43" w14:textId="77777777" w:rsidR="00D4797A" w:rsidRPr="000C7DB0" w:rsidRDefault="00D4797A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6F3A2CB9" w14:textId="77777777" w:rsidR="00D4797A" w:rsidRPr="000C7DB0" w:rsidRDefault="00D4797A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5D297D1" w14:textId="77777777" w:rsidR="00D4797A" w:rsidRPr="000C7DB0" w:rsidRDefault="00D4797A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924" w:type="dxa"/>
            <w:shd w:val="clear" w:color="auto" w:fill="auto"/>
            <w:vAlign w:val="center"/>
          </w:tcPr>
          <w:p w14:paraId="1B16E1E7" w14:textId="77777777" w:rsidR="00D4797A" w:rsidRPr="000C7DB0" w:rsidRDefault="00D4797A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>Пре избора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E51E81" w14:textId="77777777" w:rsidR="00D4797A" w:rsidRPr="000C7DB0" w:rsidRDefault="00D4797A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>После избора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0BD00E90" w14:textId="77777777" w:rsidR="00D4797A" w:rsidRPr="000C7DB0" w:rsidRDefault="00D4797A">
            <w:pPr>
              <w:pStyle w:val="Other0"/>
              <w:spacing w:line="257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>Број радова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47CB59AB" w14:textId="77777777" w:rsidR="00D4797A" w:rsidRPr="000C7DB0" w:rsidRDefault="00D4797A">
            <w:pPr>
              <w:pStyle w:val="Other0"/>
              <w:spacing w:line="276" w:lineRule="auto"/>
              <w:jc w:val="center"/>
              <w:rPr>
                <w:sz w:val="22"/>
                <w:szCs w:val="22"/>
              </w:rPr>
            </w:pPr>
            <w:r w:rsidRPr="000C7DB0">
              <w:rPr>
                <w:rStyle w:val="Other"/>
                <w:sz w:val="22"/>
                <w:szCs w:val="22"/>
              </w:rPr>
              <w:t xml:space="preserve">Кумулативни </w:t>
            </w:r>
            <w:r w:rsidRPr="000C7DB0">
              <w:rPr>
                <w:rStyle w:val="Other"/>
                <w:sz w:val="22"/>
                <w:szCs w:val="22"/>
                <w:lang w:bidi="en-US"/>
              </w:rPr>
              <w:t>IF</w:t>
            </w:r>
          </w:p>
        </w:tc>
      </w:tr>
      <w:tr w:rsidR="00DE5F79" w:rsidRPr="000C7DB0" w14:paraId="76332C1F" w14:textId="77777777" w:rsidTr="000C7DB0">
        <w:trPr>
          <w:trHeight w:hRule="exact" w:val="682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1354927E" w14:textId="77777777" w:rsidR="00DE5F79" w:rsidRPr="000C7DB0" w:rsidRDefault="00537214">
            <w:pPr>
              <w:pStyle w:val="Other0"/>
              <w:spacing w:line="300" w:lineRule="auto"/>
              <w:ind w:firstLine="140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</w:rPr>
              <w:t xml:space="preserve">1. </w:t>
            </w:r>
            <w:proofErr w:type="spellStart"/>
            <w:r w:rsidRPr="000C7DB0">
              <w:rPr>
                <w:rStyle w:val="Other"/>
                <w:sz w:val="20"/>
                <w:szCs w:val="20"/>
              </w:rPr>
              <w:t>Оригинални</w:t>
            </w:r>
            <w:proofErr w:type="spellEnd"/>
            <w:r w:rsidRPr="000C7DB0">
              <w:rPr>
                <w:rStyle w:val="Other"/>
                <w:sz w:val="20"/>
                <w:szCs w:val="20"/>
              </w:rPr>
              <w:t xml:space="preserve"> </w:t>
            </w:r>
            <w:proofErr w:type="spellStart"/>
            <w:r w:rsidRPr="000C7DB0">
              <w:rPr>
                <w:rStyle w:val="Other"/>
                <w:sz w:val="20"/>
                <w:szCs w:val="20"/>
              </w:rPr>
              <w:t>радови</w:t>
            </w:r>
            <w:proofErr w:type="spellEnd"/>
            <w:r w:rsidRPr="000C7DB0">
              <w:rPr>
                <w:rStyle w:val="Other"/>
                <w:sz w:val="20"/>
                <w:szCs w:val="20"/>
              </w:rPr>
              <w:t xml:space="preserve"> </w:t>
            </w:r>
            <w:r w:rsidRPr="000C7DB0">
              <w:rPr>
                <w:rStyle w:val="Other"/>
                <w:i/>
                <w:iCs/>
                <w:sz w:val="20"/>
                <w:szCs w:val="20"/>
                <w:lang w:bidi="en-US"/>
              </w:rPr>
              <w:t xml:space="preserve">in </w:t>
            </w:r>
            <w:proofErr w:type="spellStart"/>
            <w:r w:rsidRPr="000C7DB0">
              <w:rPr>
                <w:rStyle w:val="Other"/>
                <w:i/>
                <w:iCs/>
                <w:sz w:val="20"/>
                <w:szCs w:val="20"/>
                <w:lang w:bidi="en-US"/>
              </w:rPr>
              <w:t>extensoy</w:t>
            </w:r>
            <w:proofErr w:type="spellEnd"/>
            <w:r w:rsidRPr="000C7DB0">
              <w:rPr>
                <w:rStyle w:val="Other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0C7DB0">
              <w:rPr>
                <w:rStyle w:val="Other"/>
                <w:sz w:val="20"/>
                <w:szCs w:val="20"/>
              </w:rPr>
              <w:t>часописима</w:t>
            </w:r>
            <w:proofErr w:type="spellEnd"/>
            <w:r w:rsidRPr="000C7DB0">
              <w:rPr>
                <w:rStyle w:val="Other"/>
                <w:sz w:val="20"/>
                <w:szCs w:val="20"/>
              </w:rPr>
              <w:t xml:space="preserve"> </w:t>
            </w:r>
            <w:proofErr w:type="spellStart"/>
            <w:r w:rsidRPr="000C7DB0">
              <w:rPr>
                <w:rStyle w:val="Other"/>
                <w:sz w:val="20"/>
                <w:szCs w:val="20"/>
              </w:rPr>
              <w:t>са</w:t>
            </w:r>
            <w:proofErr w:type="spellEnd"/>
            <w:r w:rsidRPr="000C7DB0">
              <w:rPr>
                <w:rStyle w:val="Other"/>
                <w:sz w:val="20"/>
                <w:szCs w:val="20"/>
              </w:rPr>
              <w:t xml:space="preserve"> JCR листе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E84A565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1C9E151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28D5C129" w14:textId="77777777" w:rsidR="00DE5F79" w:rsidRPr="000C7DB0" w:rsidRDefault="00537214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B60087B" w14:textId="77777777" w:rsidR="00DE5F79" w:rsidRPr="000C7DB0" w:rsidRDefault="00537214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1E320E35" w14:textId="77777777" w:rsidR="00DE5F79" w:rsidRPr="000C7DB0" w:rsidRDefault="00537214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157D196" w14:textId="77777777" w:rsidR="00DE5F79" w:rsidRPr="000C7DB0" w:rsidRDefault="00537214">
            <w:pPr>
              <w:pStyle w:val="Other0"/>
              <w:ind w:firstLine="320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2110222A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02FB615B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00D2929A" w14:textId="77777777" w:rsidR="00DE5F79" w:rsidRPr="000C7DB0" w:rsidRDefault="00537214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b/>
                <w:bCs/>
                <w:sz w:val="24"/>
                <w:szCs w:val="24"/>
              </w:rPr>
              <w:t>17,050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94ED210" w14:textId="77777777" w:rsidR="00DE5F79" w:rsidRPr="000C7DB0" w:rsidRDefault="00537214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b/>
                <w:bCs/>
                <w:sz w:val="24"/>
                <w:szCs w:val="24"/>
              </w:rPr>
              <w:t>8,184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4FDD73CE" w14:textId="77777777" w:rsidR="00DE5F79" w:rsidRPr="000C7DB0" w:rsidRDefault="00537214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7DB07987" w14:textId="77777777" w:rsidR="00DE5F79" w:rsidRPr="000C7DB0" w:rsidRDefault="00537214">
            <w:pPr>
              <w:pStyle w:val="Other0"/>
              <w:jc w:val="center"/>
              <w:rPr>
                <w:sz w:val="20"/>
                <w:szCs w:val="20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25,234</w:t>
            </w:r>
          </w:p>
        </w:tc>
      </w:tr>
      <w:tr w:rsidR="00DE5F79" w:rsidRPr="000C7DB0" w14:paraId="1259A813" w14:textId="77777777" w:rsidTr="000C7DB0">
        <w:trPr>
          <w:trHeight w:hRule="exact" w:val="762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243099AC" w14:textId="77777777" w:rsidR="00DE5F79" w:rsidRPr="000C7DB0" w:rsidRDefault="00537214">
            <w:pPr>
              <w:pStyle w:val="Other0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</w:rPr>
              <w:t xml:space="preserve">2. Остали радови у часолисима са JCR листе </w:t>
            </w:r>
            <w:r w:rsidRPr="000C7DB0">
              <w:rPr>
                <w:rStyle w:val="Other"/>
                <w:sz w:val="20"/>
                <w:szCs w:val="20"/>
                <w:vertAlign w:val="superscript"/>
              </w:rPr>
              <w:t>44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784316D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2569098D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49A02FE0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2159936C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0479510F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D27501E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2839540F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3A5A9007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F542872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1AA07755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190EAA29" w14:textId="77777777" w:rsidR="00DE5F79" w:rsidRPr="000C7DB0" w:rsidRDefault="00DE5F7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14:paraId="62A295CC" w14:textId="77777777" w:rsidR="00DE5F79" w:rsidRPr="000C7DB0" w:rsidRDefault="00DE5F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096198E4" w14:textId="77777777" w:rsidTr="000C7DB0">
        <w:trPr>
          <w:trHeight w:hRule="exact" w:val="618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33125B17" w14:textId="7AF0F3F8" w:rsidR="000C7DB0" w:rsidRPr="000C7DB0" w:rsidRDefault="000C7DB0">
            <w:pPr>
              <w:pStyle w:val="Other0"/>
              <w:spacing w:line="202" w:lineRule="auto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</w:rPr>
              <w:t>3. Радови у часописима индексираним у SCIENCE</w:t>
            </w:r>
          </w:p>
          <w:p w14:paraId="623D3DBF" w14:textId="77777777" w:rsidR="000C7DB0" w:rsidRPr="000C7DB0" w:rsidRDefault="000C7DB0">
            <w:pPr>
              <w:pStyle w:val="Other0"/>
              <w:ind w:firstLine="300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  <w:lang w:bidi="en-US"/>
              </w:rPr>
              <w:t>CITATION INDEX Expanded (</w:t>
            </w:r>
            <w:proofErr w:type="spellStart"/>
            <w:r w:rsidRPr="000C7DB0">
              <w:rPr>
                <w:rStyle w:val="Other"/>
                <w:sz w:val="20"/>
                <w:szCs w:val="20"/>
                <w:lang w:bidi="en-US"/>
              </w:rPr>
              <w:t>SCIe</w:t>
            </w:r>
            <w:proofErr w:type="spellEnd"/>
            <w:r w:rsidRPr="000C7DB0">
              <w:rPr>
                <w:rStyle w:val="Other"/>
                <w:sz w:val="20"/>
                <w:szCs w:val="20"/>
                <w:lang w:bidi="en-US"/>
              </w:rPr>
              <w:t xml:space="preserve">), </w:t>
            </w:r>
            <w:proofErr w:type="spellStart"/>
            <w:r w:rsidRPr="000C7DB0">
              <w:rPr>
                <w:rStyle w:val="Other"/>
                <w:sz w:val="20"/>
                <w:szCs w:val="20"/>
              </w:rPr>
              <w:t>без</w:t>
            </w:r>
            <w:proofErr w:type="spellEnd"/>
            <w:r w:rsidRPr="000C7DB0">
              <w:rPr>
                <w:rStyle w:val="Other"/>
                <w:sz w:val="20"/>
                <w:szCs w:val="20"/>
              </w:rPr>
              <w:t xml:space="preserve"> </w:t>
            </w:r>
            <w:r w:rsidRPr="000C7DB0">
              <w:rPr>
                <w:rStyle w:val="Other"/>
                <w:sz w:val="20"/>
                <w:szCs w:val="20"/>
                <w:lang w:bidi="en-US"/>
              </w:rPr>
              <w:t>IF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276B1A9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7E8A8219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22ADF3E4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06724095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682443EE" w14:textId="77777777" w:rsidR="000C7DB0" w:rsidRPr="000C7DB0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524EFD51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B58EFEE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5DF95FB1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14:paraId="42D8E829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14:paraId="164F4517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7A1A2ED0" w14:textId="77777777" w:rsidR="000C7DB0" w:rsidRPr="000C7DB0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</w:tcPr>
          <w:p w14:paraId="5982C8E3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750030F4" w14:textId="77777777" w:rsidTr="000C7DB0">
        <w:trPr>
          <w:trHeight w:hRule="exact" w:val="672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00330FF0" w14:textId="3834A180" w:rsidR="000C7DB0" w:rsidRPr="000C7DB0" w:rsidRDefault="000C7DB0">
            <w:pPr>
              <w:pStyle w:val="Other0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  <w:lang w:bidi="en-US"/>
              </w:rPr>
              <w:t xml:space="preserve">4. </w:t>
            </w:r>
            <w:r w:rsidRPr="000C7DB0">
              <w:rPr>
                <w:rStyle w:val="Other"/>
                <w:sz w:val="20"/>
                <w:szCs w:val="20"/>
              </w:rPr>
              <w:t xml:space="preserve">Радови </w:t>
            </w:r>
            <w:r w:rsidRPr="000C7DB0">
              <w:rPr>
                <w:rStyle w:val="Other"/>
                <w:sz w:val="20"/>
                <w:szCs w:val="20"/>
                <w:lang w:bidi="en-US"/>
              </w:rPr>
              <w:t xml:space="preserve">y </w:t>
            </w:r>
            <w:r w:rsidRPr="000C7DB0">
              <w:rPr>
                <w:rStyle w:val="Other"/>
                <w:sz w:val="20"/>
                <w:szCs w:val="20"/>
              </w:rPr>
              <w:t xml:space="preserve">часописима индексираним </w:t>
            </w:r>
            <w:r w:rsidRPr="000C7DB0">
              <w:rPr>
                <w:rStyle w:val="Other"/>
                <w:sz w:val="20"/>
                <w:szCs w:val="20"/>
                <w:lang w:bidi="en-US"/>
              </w:rPr>
              <w:t xml:space="preserve">y </w:t>
            </w:r>
            <w:r>
              <w:rPr>
                <w:rStyle w:val="Other"/>
                <w:sz w:val="20"/>
                <w:szCs w:val="20"/>
                <w:lang w:val="sr-Cyrl-RS" w:bidi="en-US"/>
              </w:rPr>
              <w:br/>
              <w:t xml:space="preserve">    </w:t>
            </w:r>
            <w:r w:rsidRPr="000C7DB0">
              <w:rPr>
                <w:rStyle w:val="Other"/>
                <w:sz w:val="20"/>
                <w:szCs w:val="20"/>
                <w:lang w:bidi="en-US"/>
              </w:rPr>
              <w:t>MEDLINE-y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1F72B00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42397D69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328D0847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7834B2E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2E8172D" w14:textId="77777777" w:rsidR="000C7DB0" w:rsidRPr="000C7DB0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CCDEFAB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53703030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11F57CB4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14:paraId="11BDC203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14:paraId="37C89E8B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26770FD7" w14:textId="77777777" w:rsidR="000C7DB0" w:rsidRPr="000C7DB0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40A780AD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2C3BE625" w14:textId="77777777" w:rsidTr="000C7DB0">
        <w:trPr>
          <w:trHeight w:hRule="exact" w:val="534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2363051E" w14:textId="77777777" w:rsidR="000C7DB0" w:rsidRPr="000C7DB0" w:rsidRDefault="000C7DB0" w:rsidP="000C7DB0">
            <w:pPr>
              <w:pStyle w:val="Other0"/>
              <w:spacing w:line="293" w:lineRule="auto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  <w:lang w:bidi="en-US"/>
              </w:rPr>
              <w:t xml:space="preserve">5. </w:t>
            </w:r>
            <w:r w:rsidRPr="000C7DB0">
              <w:rPr>
                <w:rStyle w:val="Other"/>
                <w:sz w:val="20"/>
                <w:szCs w:val="20"/>
              </w:rPr>
              <w:t xml:space="preserve">Цео рад </w:t>
            </w:r>
            <w:r w:rsidRPr="000C7DB0">
              <w:rPr>
                <w:rStyle w:val="Other"/>
                <w:sz w:val="20"/>
                <w:szCs w:val="20"/>
                <w:lang w:bidi="en-US"/>
              </w:rPr>
              <w:t xml:space="preserve">y </w:t>
            </w:r>
            <w:r w:rsidRPr="000C7DB0">
              <w:rPr>
                <w:rStyle w:val="Other"/>
                <w:sz w:val="20"/>
                <w:szCs w:val="20"/>
              </w:rPr>
              <w:t xml:space="preserve">часописима који нису индексирани у </w:t>
            </w:r>
            <w:r w:rsidRPr="000C7DB0">
              <w:rPr>
                <w:rStyle w:val="Other"/>
                <w:sz w:val="20"/>
                <w:szCs w:val="20"/>
                <w:lang w:bidi="en-US"/>
              </w:rPr>
              <w:t xml:space="preserve">rope </w:t>
            </w:r>
            <w:r w:rsidRPr="000C7DB0">
              <w:rPr>
                <w:rStyle w:val="Other"/>
                <w:sz w:val="20"/>
                <w:szCs w:val="20"/>
              </w:rPr>
              <w:t>наведеним базама података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8C808C5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1D05423D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6DCADB60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A4EDB14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5E3742A4" w14:textId="77777777" w:rsidR="000C7DB0" w:rsidRPr="000C7DB0" w:rsidRDefault="000C7DB0">
            <w:pPr>
              <w:pStyle w:val="Other0"/>
              <w:ind w:firstLine="260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9046626" w14:textId="77777777" w:rsidR="000C7DB0" w:rsidRPr="000C7DB0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8CF67BF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17CBB6BF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14:paraId="7D2E853D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14:paraId="7CBA7CC7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1951D5CE" w14:textId="656D3171" w:rsidR="000C7DB0" w:rsidRPr="000C7DB0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73840EE2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214C62CF" w14:textId="77777777" w:rsidTr="000C7DB0">
        <w:trPr>
          <w:trHeight w:hRule="exact" w:val="438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7BB58E94" w14:textId="2A3DBA6C" w:rsidR="000C7DB0" w:rsidRPr="000C7DB0" w:rsidRDefault="000C7DB0">
            <w:pPr>
              <w:pStyle w:val="Other0"/>
              <w:spacing w:line="180" w:lineRule="auto"/>
              <w:rPr>
                <w:sz w:val="20"/>
                <w:szCs w:val="20"/>
              </w:rPr>
            </w:pPr>
            <w:r>
              <w:rPr>
                <w:rStyle w:val="Other"/>
                <w:sz w:val="20"/>
                <w:szCs w:val="20"/>
                <w:lang w:val="sr-Cyrl-RS"/>
              </w:rPr>
              <w:t>6</w:t>
            </w:r>
            <w:r w:rsidRPr="000C7DB0">
              <w:rPr>
                <w:rStyle w:val="Other"/>
                <w:sz w:val="20"/>
                <w:szCs w:val="20"/>
              </w:rPr>
              <w:t>. Цео рад у зборнику са међународног скупа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F2BC40A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4D0CB2A3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7B2DEC8E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2BD8FF85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ECF5594" w14:textId="77777777" w:rsidR="000C7DB0" w:rsidRPr="000C7DB0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3312D473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746D16C4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180F58FD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14:paraId="1FD59816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14:paraId="603843FB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6994D2AA" w14:textId="77777777" w:rsidR="000C7DB0" w:rsidRPr="000C7DB0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0C7DB0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0D62C5D6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022DCF98" w14:textId="77777777" w:rsidTr="000C7DB0">
        <w:trPr>
          <w:trHeight w:hRule="exact" w:val="432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0A775E4B" w14:textId="77777777" w:rsidR="000C7DB0" w:rsidRPr="000C7DB0" w:rsidRDefault="000C7DB0">
            <w:pPr>
              <w:pStyle w:val="Other0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</w:rPr>
              <w:t>7. Цео рад у зборнику са националног скупа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069147A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7A434CC1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02E49069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1584CF35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230DED8A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685E83F9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0CF9D42E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74DB1B0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14:paraId="2AA6A9FF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14:paraId="56D4552E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2AD4B2BC" w14:textId="77777777" w:rsidR="000C7DB0" w:rsidRPr="000C7DB0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3CD994CA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221B4F3B" w14:textId="77777777" w:rsidTr="00D4797A">
        <w:trPr>
          <w:trHeight w:hRule="exact" w:val="480"/>
          <w:jc w:val="center"/>
        </w:trPr>
        <w:tc>
          <w:tcPr>
            <w:tcW w:w="13416" w:type="dxa"/>
            <w:gridSpan w:val="11"/>
            <w:shd w:val="clear" w:color="auto" w:fill="D9D9D9" w:themeFill="background1" w:themeFillShade="D9"/>
            <w:vAlign w:val="center"/>
          </w:tcPr>
          <w:p w14:paraId="46DE9A92" w14:textId="775A9A5D" w:rsidR="000C7DB0" w:rsidRPr="00D4797A" w:rsidRDefault="000C7DB0">
            <w:pPr>
              <w:pStyle w:val="Other0"/>
              <w:ind w:firstLine="720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D4797A">
              <w:rPr>
                <w:rStyle w:val="Other"/>
                <w:b/>
                <w:bCs/>
                <w:sz w:val="24"/>
                <w:szCs w:val="24"/>
              </w:rPr>
              <w:t>РАДОВИ (1-7):</w:t>
            </w: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64DCB75E" w14:textId="77777777" w:rsidR="000C7DB0" w:rsidRPr="00D4797A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88" w:type="dxa"/>
            <w:shd w:val="clear" w:color="auto" w:fill="D9D9D9" w:themeFill="background1" w:themeFillShade="D9"/>
            <w:vAlign w:val="center"/>
          </w:tcPr>
          <w:p w14:paraId="0273734F" w14:textId="77777777" w:rsidR="000C7DB0" w:rsidRPr="00D4797A" w:rsidRDefault="000C7DB0">
            <w:pPr>
              <w:pStyle w:val="Other0"/>
              <w:ind w:firstLine="300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b/>
                <w:bCs/>
                <w:sz w:val="24"/>
                <w:szCs w:val="24"/>
              </w:rPr>
              <w:t>25,234</w:t>
            </w:r>
          </w:p>
        </w:tc>
      </w:tr>
      <w:tr w:rsidR="000C7DB0" w:rsidRPr="000C7DB0" w14:paraId="45625D76" w14:textId="77777777" w:rsidTr="000C7DB0">
        <w:trPr>
          <w:trHeight w:hRule="exact" w:val="432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0CBB4063" w14:textId="77777777" w:rsidR="000C7DB0" w:rsidRPr="000C7DB0" w:rsidRDefault="000C7DB0">
            <w:pPr>
              <w:pStyle w:val="Other0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</w:rPr>
              <w:t>8. Извод са међународног скупа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6A1D80E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09EA4C82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7C85CC46" w14:textId="77777777" w:rsidR="000C7DB0" w:rsidRPr="00D4797A" w:rsidRDefault="000C7DB0">
            <w:pPr>
              <w:pStyle w:val="Other0"/>
              <w:jc w:val="center"/>
              <w:rPr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3FA8A59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2D9A47FB" w14:textId="77777777" w:rsidR="000C7DB0" w:rsidRPr="00D4797A" w:rsidRDefault="000C7DB0">
            <w:pPr>
              <w:pStyle w:val="Other0"/>
              <w:ind w:firstLine="260"/>
              <w:rPr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12C8453F" w14:textId="77777777" w:rsidR="000C7DB0" w:rsidRPr="00D4797A" w:rsidRDefault="000C7DB0">
            <w:pPr>
              <w:pStyle w:val="Other0"/>
              <w:jc w:val="center"/>
              <w:rPr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28154C4B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541C9AE2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686EAE6F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7926CC76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607EB989" w14:textId="77777777" w:rsidR="000C7DB0" w:rsidRPr="00D4797A" w:rsidRDefault="000C7DB0">
            <w:pPr>
              <w:pStyle w:val="Other0"/>
              <w:jc w:val="center"/>
              <w:rPr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</w:tcPr>
          <w:p w14:paraId="78A0A18C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645AF1C4" w14:textId="77777777" w:rsidTr="000C7DB0">
        <w:trPr>
          <w:trHeight w:hRule="exact" w:val="438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69A85D65" w14:textId="77777777" w:rsidR="000C7DB0" w:rsidRPr="000C7DB0" w:rsidRDefault="000C7DB0">
            <w:pPr>
              <w:pStyle w:val="Other0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</w:rPr>
              <w:t>9. Извод са националног скупа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B13CA3F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4142DBEE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3CFC1BD8" w14:textId="77777777" w:rsidR="000C7DB0" w:rsidRPr="00D4797A" w:rsidRDefault="000C7DB0">
            <w:pPr>
              <w:pStyle w:val="Other0"/>
              <w:jc w:val="center"/>
              <w:rPr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EC4F3E7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54CDB4DE" w14:textId="77777777" w:rsidR="000C7DB0" w:rsidRPr="00D4797A" w:rsidRDefault="000C7DB0">
            <w:pPr>
              <w:pStyle w:val="Other0"/>
              <w:jc w:val="center"/>
              <w:rPr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72A07B37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11A3F3A1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59C62AB3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2260EC3F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7B53F0D8" w14:textId="77777777" w:rsidR="000C7DB0" w:rsidRPr="00D4797A" w:rsidRDefault="000C7DB0">
            <w:pPr>
              <w:rPr>
                <w:rFonts w:ascii="Arial" w:hAnsi="Arial" w:cs="Arial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5E4B8501" w14:textId="77777777" w:rsidR="000C7DB0" w:rsidRPr="00D4797A" w:rsidRDefault="000C7DB0">
            <w:pPr>
              <w:pStyle w:val="Other0"/>
              <w:jc w:val="center"/>
              <w:rPr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123A5EFE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0323F320" w14:textId="77777777" w:rsidTr="00D4797A">
        <w:trPr>
          <w:trHeight w:hRule="exact" w:val="486"/>
          <w:jc w:val="center"/>
        </w:trPr>
        <w:tc>
          <w:tcPr>
            <w:tcW w:w="13416" w:type="dxa"/>
            <w:gridSpan w:val="11"/>
            <w:shd w:val="clear" w:color="auto" w:fill="D9D9D9" w:themeFill="background1" w:themeFillShade="D9"/>
            <w:vAlign w:val="center"/>
          </w:tcPr>
          <w:p w14:paraId="7EB03B7E" w14:textId="1300E0B9" w:rsidR="000C7DB0" w:rsidRPr="00D4797A" w:rsidRDefault="000C7DB0">
            <w:pPr>
              <w:pStyle w:val="Other0"/>
              <w:ind w:firstLine="720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D4797A">
              <w:rPr>
                <w:rStyle w:val="Other"/>
                <w:b/>
                <w:bCs/>
                <w:sz w:val="24"/>
                <w:szCs w:val="24"/>
              </w:rPr>
              <w:t>ИЗВОДИ (8-9):</w:t>
            </w: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49E75D57" w14:textId="77777777" w:rsidR="000C7DB0" w:rsidRPr="00D4797A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4BF4A327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3DA82B89" w14:textId="77777777" w:rsidTr="000C7DB0">
        <w:trPr>
          <w:trHeight w:hRule="exact" w:val="444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1532D1F1" w14:textId="77777777" w:rsidR="000C7DB0" w:rsidRPr="000C7DB0" w:rsidRDefault="000C7DB0">
            <w:pPr>
              <w:pStyle w:val="Other0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</w:rPr>
              <w:t>10. Уубеници, практикуми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9ACD0AF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55CEBB04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76E96270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727268A8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2A25EC8B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0BF05F8D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1F8E498A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30A7F825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14:paraId="36E76215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14:paraId="65AA93C5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5BF3EC18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37B53467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434ABC57" w14:textId="77777777" w:rsidTr="000C7DB0">
        <w:trPr>
          <w:trHeight w:hRule="exact" w:val="444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779AF19F" w14:textId="77777777" w:rsidR="000C7DB0" w:rsidRPr="000C7DB0" w:rsidRDefault="000C7DB0">
            <w:pPr>
              <w:pStyle w:val="Other0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</w:rPr>
              <w:t>11. Поглавља у уибеницима, практикумима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E344C36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075C7961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01A935D7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383240A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690A708B" w14:textId="77777777" w:rsidR="000C7DB0" w:rsidRPr="00D4797A" w:rsidRDefault="000C7DB0">
            <w:pPr>
              <w:pStyle w:val="Other0"/>
              <w:ind w:firstLine="260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508C72CA" w14:textId="77777777" w:rsidR="000C7DB0" w:rsidRPr="00D4797A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371C979C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5EF1088C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14:paraId="5FE1CAA2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14:paraId="742798A4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2E17CC15" w14:textId="77777777" w:rsidR="000C7DB0" w:rsidRPr="00D4797A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61FD08E2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4B1B6EB3" w14:textId="77777777" w:rsidTr="000C7DB0">
        <w:trPr>
          <w:trHeight w:hRule="exact" w:val="432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25282136" w14:textId="77777777" w:rsidR="000C7DB0" w:rsidRPr="000C7DB0" w:rsidRDefault="000C7DB0">
            <w:pPr>
              <w:pStyle w:val="Other0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</w:rPr>
              <w:t>12. Монографије, књиге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F8ED2A9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75346027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7559B24C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0D1A10D0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C03B123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74AF60AE" w14:textId="77777777" w:rsidR="000C7DB0" w:rsidRPr="00D4797A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71CF2AB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7C963C8B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14:paraId="2A9DAA11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14:paraId="7D921488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682A94BF" w14:textId="77777777" w:rsidR="000C7DB0" w:rsidRPr="00D4797A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44996098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098EC05C" w14:textId="77777777" w:rsidTr="000C7DB0">
        <w:trPr>
          <w:trHeight w:hRule="exact" w:val="432"/>
          <w:jc w:val="center"/>
        </w:trPr>
        <w:tc>
          <w:tcPr>
            <w:tcW w:w="4872" w:type="dxa"/>
            <w:shd w:val="clear" w:color="auto" w:fill="auto"/>
            <w:vAlign w:val="center"/>
          </w:tcPr>
          <w:p w14:paraId="7672ADCE" w14:textId="77777777" w:rsidR="000C7DB0" w:rsidRPr="000C7DB0" w:rsidRDefault="000C7DB0">
            <w:pPr>
              <w:pStyle w:val="Other0"/>
              <w:rPr>
                <w:sz w:val="20"/>
                <w:szCs w:val="20"/>
              </w:rPr>
            </w:pPr>
            <w:r w:rsidRPr="000C7DB0">
              <w:rPr>
                <w:rStyle w:val="Other"/>
                <w:sz w:val="20"/>
                <w:szCs w:val="20"/>
              </w:rPr>
              <w:t>13. Поглавља у монографијама, књигама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8829D71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5DEB737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3C27978A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5ED6BD0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104DECDF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1884E67B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D8AAA64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0BB79087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4" w:type="dxa"/>
            <w:vMerge/>
            <w:shd w:val="clear" w:color="auto" w:fill="auto"/>
            <w:vAlign w:val="center"/>
          </w:tcPr>
          <w:p w14:paraId="1C30487D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0" w:type="dxa"/>
            <w:vMerge/>
            <w:shd w:val="clear" w:color="auto" w:fill="auto"/>
            <w:vAlign w:val="center"/>
          </w:tcPr>
          <w:p w14:paraId="035994CB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1EADD7C3" w14:textId="77777777" w:rsidR="000C7DB0" w:rsidRPr="00D4797A" w:rsidRDefault="000C7D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0E3B072B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7D375B96" w14:textId="77777777" w:rsidTr="00D4797A">
        <w:trPr>
          <w:trHeight w:hRule="exact" w:val="498"/>
          <w:jc w:val="center"/>
        </w:trPr>
        <w:tc>
          <w:tcPr>
            <w:tcW w:w="13416" w:type="dxa"/>
            <w:gridSpan w:val="11"/>
            <w:shd w:val="clear" w:color="auto" w:fill="D9D9D9" w:themeFill="background1" w:themeFillShade="D9"/>
            <w:vAlign w:val="center"/>
          </w:tcPr>
          <w:p w14:paraId="2B7C7C0C" w14:textId="22A03694" w:rsidR="000C7DB0" w:rsidRPr="00D4797A" w:rsidRDefault="000C7DB0">
            <w:pPr>
              <w:pStyle w:val="Other0"/>
              <w:ind w:firstLine="660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D4797A">
              <w:rPr>
                <w:rStyle w:val="Other"/>
                <w:b/>
                <w:bCs/>
                <w:sz w:val="24"/>
                <w:szCs w:val="24"/>
              </w:rPr>
              <w:t>ОСТАЛО (10-13);</w:t>
            </w: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61AFB26C" w14:textId="77777777" w:rsidR="000C7DB0" w:rsidRPr="00D4797A" w:rsidRDefault="000C7DB0">
            <w:pPr>
              <w:pStyle w:val="Other0"/>
              <w:jc w:val="center"/>
              <w:rPr>
                <w:b/>
                <w:bCs/>
                <w:sz w:val="24"/>
                <w:szCs w:val="24"/>
              </w:rPr>
            </w:pPr>
            <w:r w:rsidRPr="00D4797A">
              <w:rPr>
                <w:rStyle w:val="Other"/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88" w:type="dxa"/>
            <w:vMerge/>
            <w:shd w:val="clear" w:color="auto" w:fill="auto"/>
            <w:vAlign w:val="center"/>
          </w:tcPr>
          <w:p w14:paraId="2C5CBFD0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2383B0D9" w14:textId="77777777" w:rsidTr="000C7DB0">
        <w:trPr>
          <w:trHeight w:hRule="exact" w:val="814"/>
          <w:jc w:val="center"/>
        </w:trPr>
        <w:tc>
          <w:tcPr>
            <w:tcW w:w="15906" w:type="dxa"/>
            <w:gridSpan w:val="13"/>
            <w:shd w:val="clear" w:color="auto" w:fill="auto"/>
            <w:vAlign w:val="center"/>
          </w:tcPr>
          <w:p w14:paraId="7B19D2D9" w14:textId="54292DC7" w:rsidR="000C7DB0" w:rsidRPr="00D4797A" w:rsidRDefault="00D4797A" w:rsidP="000C7DB0">
            <w:pPr>
              <w:pStyle w:val="Tablecaption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Style w:val="Tablecaption"/>
                <w:b/>
                <w:bCs/>
                <w:sz w:val="20"/>
                <w:szCs w:val="20"/>
                <w:lang w:val="sr-Cyrl-RS" w:bidi="en-US"/>
              </w:rPr>
              <w:t xml:space="preserve">        </w:t>
            </w:r>
            <w:r w:rsidR="000C7DB0" w:rsidRPr="00D4797A">
              <w:rPr>
                <w:rStyle w:val="Tablecaption"/>
                <w:b/>
                <w:bCs/>
                <w:sz w:val="20"/>
                <w:szCs w:val="20"/>
                <w:lang w:bidi="en-US"/>
              </w:rPr>
              <w:t xml:space="preserve">* </w:t>
            </w:r>
            <w:r w:rsidR="000C7DB0" w:rsidRPr="00D4797A">
              <w:rPr>
                <w:rStyle w:val="Tablecaption"/>
                <w:b/>
                <w:bCs/>
                <w:sz w:val="20"/>
                <w:szCs w:val="20"/>
              </w:rPr>
              <w:t>Носилац истраживања (члан 7. став 13. Правилника)</w:t>
            </w:r>
          </w:p>
          <w:p w14:paraId="28BAB5D3" w14:textId="77777777" w:rsidR="000C7DB0" w:rsidRPr="00D4797A" w:rsidRDefault="000C7DB0" w:rsidP="000C7DB0">
            <w:pPr>
              <w:spacing w:after="79" w:line="1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DDE1993" w14:textId="582DEEB7" w:rsidR="000C7DB0" w:rsidRPr="00D4797A" w:rsidRDefault="000C7DB0" w:rsidP="000C7DB0">
            <w:pPr>
              <w:pStyle w:val="BodyText"/>
              <w:spacing w:line="230" w:lineRule="auto"/>
              <w:ind w:left="480" w:firstLine="0"/>
              <w:rPr>
                <w:b/>
                <w:bCs/>
                <w:sz w:val="20"/>
                <w:szCs w:val="20"/>
              </w:rPr>
            </w:pPr>
            <w:r w:rsidRPr="00D4797A">
              <w:rPr>
                <w:rStyle w:val="BodyTextChar"/>
                <w:b/>
                <w:bCs/>
                <w:sz w:val="20"/>
                <w:szCs w:val="20"/>
              </w:rPr>
              <w:t xml:space="preserve">** Остали радови у часописима индексираним у JCR (учешће у студијама без ммена аутора испод главног наслова рада; </w:t>
            </w:r>
            <w:r w:rsidRPr="00D4797A">
              <w:rPr>
                <w:rStyle w:val="BodyTextChar"/>
                <w:b/>
                <w:bCs/>
                <w:sz w:val="20"/>
                <w:szCs w:val="20"/>
                <w:lang w:bidi="en-US"/>
              </w:rPr>
              <w:t xml:space="preserve">letter; short </w:t>
            </w:r>
            <w:r w:rsidRPr="00D4797A">
              <w:rPr>
                <w:rStyle w:val="BodyTextChar"/>
                <w:b/>
                <w:bCs/>
                <w:sz w:val="20"/>
                <w:szCs w:val="20"/>
              </w:rPr>
              <w:t xml:space="preserve">note). Рачуна се </w:t>
            </w:r>
            <w:r w:rsidR="00D4797A">
              <w:rPr>
                <w:rStyle w:val="BodyTextChar"/>
                <w:b/>
                <w:bCs/>
                <w:sz w:val="20"/>
                <w:szCs w:val="20"/>
                <w:lang w:val="sr-Cyrl-RS" w:bidi="en-US"/>
              </w:rPr>
              <w:t>1</w:t>
            </w:r>
            <w:r w:rsidR="00D4797A">
              <w:rPr>
                <w:rStyle w:val="BodyTextChar"/>
                <w:b/>
                <w:bCs/>
                <w:sz w:val="20"/>
                <w:szCs w:val="20"/>
                <w:lang w:bidi="en-US"/>
              </w:rPr>
              <w:t>/2</w:t>
            </w:r>
            <w:r w:rsidRPr="00D4797A">
              <w:rPr>
                <w:rStyle w:val="BodyTextChar"/>
                <w:b/>
                <w:bCs/>
                <w:sz w:val="20"/>
                <w:szCs w:val="20"/>
                <w:lang w:bidi="en-US"/>
              </w:rPr>
              <w:t xml:space="preserve"> IF </w:t>
            </w:r>
            <w:r w:rsidRPr="00D4797A">
              <w:rPr>
                <w:rStyle w:val="BodyTextChar"/>
                <w:b/>
                <w:bCs/>
                <w:sz w:val="20"/>
                <w:szCs w:val="20"/>
              </w:rPr>
              <w:t>часописа у коме je такав рад објављен.</w:t>
            </w:r>
          </w:p>
          <w:p w14:paraId="5FED091E" w14:textId="77777777" w:rsidR="000C7DB0" w:rsidRPr="000C7DB0" w:rsidRDefault="000C7D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DB0" w:rsidRPr="000C7DB0" w14:paraId="6C73DCDE" w14:textId="77777777" w:rsidTr="003501A8">
        <w:trPr>
          <w:trHeight w:hRule="exact" w:val="726"/>
          <w:jc w:val="center"/>
        </w:trPr>
        <w:tc>
          <w:tcPr>
            <w:tcW w:w="15906" w:type="dxa"/>
            <w:gridSpan w:val="13"/>
            <w:shd w:val="clear" w:color="auto" w:fill="auto"/>
          </w:tcPr>
          <w:p w14:paraId="3D3EB517" w14:textId="77777777" w:rsidR="00056B15" w:rsidRDefault="00056B15" w:rsidP="000C7DB0">
            <w:pPr>
              <w:pStyle w:val="BodyText"/>
              <w:tabs>
                <w:tab w:val="left" w:pos="5540"/>
                <w:tab w:val="left" w:pos="10586"/>
              </w:tabs>
              <w:ind w:firstLine="260"/>
              <w:rPr>
                <w:rStyle w:val="BodyTextChar"/>
                <w:b/>
                <w:bCs/>
                <w:sz w:val="2"/>
                <w:szCs w:val="2"/>
              </w:rPr>
            </w:pPr>
          </w:p>
          <w:p w14:paraId="1EB8770A" w14:textId="170F33B0" w:rsidR="000C7DB0" w:rsidRPr="00D4797A" w:rsidRDefault="000C7DB0" w:rsidP="000C7DB0">
            <w:pPr>
              <w:pStyle w:val="BodyText"/>
              <w:tabs>
                <w:tab w:val="left" w:pos="5540"/>
                <w:tab w:val="left" w:pos="10586"/>
              </w:tabs>
              <w:ind w:firstLine="260"/>
              <w:rPr>
                <w:b/>
                <w:bCs/>
                <w:sz w:val="22"/>
                <w:szCs w:val="22"/>
              </w:rPr>
            </w:pPr>
            <w:r w:rsidRPr="00D4797A">
              <w:rPr>
                <w:rStyle w:val="BodyTextChar"/>
                <w:b/>
                <w:bCs/>
                <w:sz w:val="22"/>
                <w:szCs w:val="22"/>
              </w:rPr>
              <w:t>Проф. др Павле Грегорић</w:t>
            </w:r>
            <w:r w:rsidRPr="00D4797A">
              <w:rPr>
                <w:rStyle w:val="BodyTextChar"/>
                <w:b/>
                <w:bCs/>
                <w:sz w:val="22"/>
                <w:szCs w:val="22"/>
              </w:rPr>
              <w:tab/>
            </w:r>
            <w:r w:rsidRPr="00D4797A">
              <w:rPr>
                <w:rStyle w:val="BodyTextChar"/>
                <w:b/>
                <w:bCs/>
                <w:sz w:val="22"/>
                <w:szCs w:val="22"/>
                <w:lang w:val="sr-Cyrl-RS"/>
              </w:rPr>
              <w:t>Проф.</w:t>
            </w:r>
            <w:r w:rsidRPr="00D4797A">
              <w:rPr>
                <w:rStyle w:val="BodyTextChar"/>
                <w:b/>
                <w:bCs/>
                <w:sz w:val="22"/>
                <w:szCs w:val="22"/>
              </w:rPr>
              <w:t xml:space="preserve"> др Златибор Лончар</w:t>
            </w:r>
            <w:r w:rsidRPr="00D4797A">
              <w:rPr>
                <w:rStyle w:val="BodyTextChar"/>
                <w:b/>
                <w:bCs/>
                <w:sz w:val="22"/>
                <w:szCs w:val="22"/>
              </w:rPr>
              <w:tab/>
              <w:t>Проф. др Горан Станојевић</w:t>
            </w:r>
          </w:p>
          <w:p w14:paraId="1E7793F5" w14:textId="77777777" w:rsidR="000C7DB0" w:rsidRPr="00D4797A" w:rsidRDefault="000C7DB0" w:rsidP="000C7DB0">
            <w:pPr>
              <w:pStyle w:val="Tablecaption0"/>
              <w:jc w:val="both"/>
              <w:rPr>
                <w:rStyle w:val="Tablecaption"/>
                <w:b/>
                <w:bCs/>
                <w:sz w:val="22"/>
                <w:szCs w:val="22"/>
                <w:lang w:bidi="en-US"/>
              </w:rPr>
            </w:pPr>
          </w:p>
        </w:tc>
      </w:tr>
    </w:tbl>
    <w:p w14:paraId="0EC88995" w14:textId="23195AAD" w:rsidR="00DE5F79" w:rsidRPr="000C7DB0" w:rsidRDefault="00DE5F79" w:rsidP="000C7DB0">
      <w:pPr>
        <w:pStyle w:val="BodyText"/>
        <w:tabs>
          <w:tab w:val="left" w:pos="5540"/>
          <w:tab w:val="left" w:pos="10586"/>
        </w:tabs>
        <w:ind w:firstLine="260"/>
        <w:rPr>
          <w:sz w:val="17"/>
          <w:szCs w:val="17"/>
        </w:rPr>
      </w:pPr>
    </w:p>
    <w:sectPr w:rsidR="00DE5F79" w:rsidRPr="000C7DB0">
      <w:pgSz w:w="16838" w:h="11906" w:orient="landscape"/>
      <w:pgMar w:top="157" w:right="445" w:bottom="157" w:left="487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1777A" w14:textId="77777777" w:rsidR="00537214" w:rsidRDefault="00537214">
      <w:r>
        <w:separator/>
      </w:r>
    </w:p>
  </w:endnote>
  <w:endnote w:type="continuationSeparator" w:id="0">
    <w:p w14:paraId="012BCBFC" w14:textId="77777777" w:rsidR="00537214" w:rsidRDefault="0053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DD8B4" w14:textId="77777777" w:rsidR="00537214" w:rsidRDefault="00537214"/>
  </w:footnote>
  <w:footnote w:type="continuationSeparator" w:id="0">
    <w:p w14:paraId="25E6750A" w14:textId="77777777" w:rsidR="00537214" w:rsidRDefault="0053721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F79"/>
    <w:rsid w:val="00056B15"/>
    <w:rsid w:val="000C7DB0"/>
    <w:rsid w:val="002D4A62"/>
    <w:rsid w:val="00303BF3"/>
    <w:rsid w:val="003501A8"/>
    <w:rsid w:val="00537214"/>
    <w:rsid w:val="006E1677"/>
    <w:rsid w:val="00D4797A"/>
    <w:rsid w:val="00D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3244D"/>
  <w15:docId w15:val="{764A442D-F8DE-4E54-9049-449A3A32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Tablecaption0">
    <w:name w:val="Table caption"/>
    <w:basedOn w:val="Normal"/>
    <w:link w:val="Tablecaption"/>
    <w:rPr>
      <w:rFonts w:ascii="Arial" w:eastAsia="Arial" w:hAnsi="Arial" w:cs="Arial"/>
      <w:sz w:val="18"/>
      <w:szCs w:val="18"/>
    </w:rPr>
  </w:style>
  <w:style w:type="paragraph" w:customStyle="1" w:styleId="Other0">
    <w:name w:val="Other"/>
    <w:basedOn w:val="Normal"/>
    <w:link w:val="Other"/>
    <w:rPr>
      <w:rFonts w:ascii="Arial" w:eastAsia="Arial" w:hAnsi="Arial" w:cs="Arial"/>
      <w:sz w:val="18"/>
      <w:szCs w:val="18"/>
    </w:rPr>
  </w:style>
  <w:style w:type="paragraph" w:styleId="BodyText">
    <w:name w:val="Body Text"/>
    <w:basedOn w:val="Normal"/>
    <w:link w:val="BodyTextChar"/>
    <w:qFormat/>
    <w:pPr>
      <w:spacing w:after="80"/>
      <w:ind w:firstLine="130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Сатка Синђелић</cp:lastModifiedBy>
  <cp:revision>5</cp:revision>
  <cp:lastPrinted>2024-12-12T12:54:00Z</cp:lastPrinted>
  <dcterms:created xsi:type="dcterms:W3CDTF">2024-12-12T11:27:00Z</dcterms:created>
  <dcterms:modified xsi:type="dcterms:W3CDTF">2024-12-12T12:56:00Z</dcterms:modified>
</cp:coreProperties>
</file>