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526FC" w14:textId="77777777" w:rsidR="00070F11" w:rsidRDefault="00A5279C">
      <w:pPr>
        <w:rPr>
          <w:sz w:val="22"/>
          <w:szCs w:val="22"/>
        </w:rPr>
      </w:pPr>
      <w:r>
        <w:rPr>
          <w:sz w:val="22"/>
          <w:szCs w:val="22"/>
        </w:rPr>
        <w:t xml:space="preserve">У </w:t>
      </w:r>
      <w:proofErr w:type="spellStart"/>
      <w:r>
        <w:rPr>
          <w:sz w:val="22"/>
          <w:szCs w:val="22"/>
        </w:rPr>
        <w:t>складу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Одлуком</w:t>
      </w:r>
      <w:proofErr w:type="spellEnd"/>
      <w:r>
        <w:rPr>
          <w:sz w:val="22"/>
          <w:szCs w:val="22"/>
        </w:rPr>
        <w:t xml:space="preserve"> о </w:t>
      </w:r>
      <w:proofErr w:type="spellStart"/>
      <w:r>
        <w:rPr>
          <w:sz w:val="22"/>
          <w:szCs w:val="22"/>
        </w:rPr>
        <w:t>извођењу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и оцени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приступног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предавања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Медицинском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Београду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бр</w:t>
      </w:r>
      <w:proofErr w:type="spellEnd"/>
      <w:r>
        <w:rPr>
          <w:sz w:val="22"/>
          <w:szCs w:val="22"/>
        </w:rPr>
        <w:t>.</w:t>
      </w: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</w:rPr>
        <w:t>14</w:t>
      </w:r>
      <w:r>
        <w:rPr>
          <w:sz w:val="22"/>
          <w:szCs w:val="22"/>
          <w:lang w:val="sr-Cyrl-RS"/>
        </w:rPr>
        <w:t>/</w:t>
      </w:r>
      <w:r>
        <w:rPr>
          <w:sz w:val="22"/>
          <w:szCs w:val="22"/>
        </w:rPr>
        <w:t xml:space="preserve">XIII-6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21.03.202</w:t>
      </w:r>
      <w:r>
        <w:rPr>
          <w:sz w:val="22"/>
          <w:szCs w:val="22"/>
          <w:lang w:val="sr-Cyrl-RS"/>
        </w:rPr>
        <w:t>3</w:t>
      </w:r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године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Комисија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именована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Одлуком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декана</w:t>
      </w:r>
      <w:proofErr w:type="spellEnd"/>
      <w:r>
        <w:rPr>
          <w:sz w:val="22"/>
          <w:szCs w:val="22"/>
        </w:rPr>
        <w:t xml:space="preserve"> бр.</w:t>
      </w:r>
      <w:r>
        <w:rPr>
          <w:rFonts w:eastAsia="Times"/>
          <w:color w:val="000000"/>
          <w:sz w:val="22"/>
          <w:szCs w:val="22"/>
          <w:lang w:eastAsia="zh-CN" w:bidi="ar"/>
        </w:rPr>
        <w:t>10557/3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</w:t>
      </w:r>
      <w:r>
        <w:rPr>
          <w:rFonts w:eastAsia="Times"/>
          <w:color w:val="000000"/>
          <w:sz w:val="22"/>
          <w:szCs w:val="22"/>
          <w:lang w:eastAsia="zh-CN" w:bidi="ar"/>
        </w:rPr>
        <w:t>04.10.2024.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године</w:t>
      </w:r>
      <w:proofErr w:type="spellEnd"/>
      <w:r>
        <w:rPr>
          <w:sz w:val="22"/>
          <w:szCs w:val="22"/>
        </w:rPr>
        <w:t xml:space="preserve">  у </w:t>
      </w:r>
      <w:proofErr w:type="spellStart"/>
      <w:r>
        <w:rPr>
          <w:sz w:val="22"/>
          <w:szCs w:val="22"/>
        </w:rPr>
        <w:t>саставу</w:t>
      </w:r>
      <w:proofErr w:type="spellEnd"/>
      <w:r>
        <w:rPr>
          <w:sz w:val="22"/>
          <w:szCs w:val="22"/>
        </w:rPr>
        <w:t>:</w:t>
      </w:r>
    </w:p>
    <w:p w14:paraId="40D5591B" w14:textId="77777777" w:rsidR="00070F11" w:rsidRDefault="00070F11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53C82631" w14:textId="77777777" w:rsidR="00070F11" w:rsidRDefault="00A5279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Проф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Павле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Грегорић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редовни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професор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Универзитета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у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Београду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-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Медицинског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факултета</w:t>
      </w:r>
      <w:proofErr w:type="spellEnd"/>
    </w:p>
    <w:p w14:paraId="406E0748" w14:textId="77777777" w:rsidR="00070F11" w:rsidRDefault="00A5279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Златибор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Лончар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доцент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Универзитета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у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Београду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-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Медицинског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факултета</w:t>
      </w:r>
      <w:proofErr w:type="spellEnd"/>
    </w:p>
    <w:p w14:paraId="581A3B0F" w14:textId="77777777" w:rsidR="00070F11" w:rsidRDefault="00A5279C">
      <w:pPr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3.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Душан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Мицић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доцент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Универзитета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у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Београду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-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Ме</w:t>
      </w:r>
      <w:r>
        <w:rPr>
          <w:rFonts w:eastAsia="Times"/>
          <w:color w:val="000000"/>
          <w:sz w:val="22"/>
          <w:szCs w:val="22"/>
          <w:lang w:eastAsia="zh-CN" w:bidi="ar"/>
        </w:rPr>
        <w:t>дицинског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факултета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</w:p>
    <w:p w14:paraId="0158897E" w14:textId="77777777" w:rsidR="00070F11" w:rsidRDefault="00070F11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3C9F4E7C" w14:textId="77777777" w:rsidR="00070F11" w:rsidRDefault="00070F11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4692CF3A" w14:textId="77777777" w:rsidR="00070F11" w:rsidRDefault="00A5279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доставља </w:t>
      </w:r>
    </w:p>
    <w:p w14:paraId="0924C3C2" w14:textId="77777777" w:rsidR="00070F11" w:rsidRDefault="00A5279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З А П И С Н И К</w:t>
      </w:r>
    </w:p>
    <w:p w14:paraId="62769B3A" w14:textId="77777777" w:rsidR="00070F11" w:rsidRDefault="00A5279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о извођењу приступног предавања</w:t>
      </w:r>
    </w:p>
    <w:p w14:paraId="7B2DF149" w14:textId="77777777" w:rsidR="00070F11" w:rsidRDefault="00A5279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на Медицинском факултету</w:t>
      </w:r>
    </w:p>
    <w:p w14:paraId="2C8E68F8" w14:textId="77777777" w:rsidR="00070F11" w:rsidRDefault="00070F11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6E5DB7D9" w14:textId="77777777" w:rsidR="00070F11" w:rsidRDefault="00A5279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Кандидат: </w:t>
      </w:r>
      <w:proofErr w:type="spellStart"/>
      <w:r>
        <w:rPr>
          <w:rFonts w:ascii="Times" w:eastAsia="Times" w:hAnsi="Times" w:cs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ascii="Times" w:eastAsia="Times" w:hAnsi="Times" w:cs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  <w:lang w:eastAsia="zh-CN" w:bidi="ar"/>
        </w:rPr>
        <w:t>Бранислав</w:t>
      </w:r>
      <w:proofErr w:type="spellEnd"/>
      <w:r>
        <w:rPr>
          <w:rFonts w:ascii="Times" w:eastAsia="Times" w:hAnsi="Times" w:cs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  <w:lang w:eastAsia="zh-CN" w:bidi="ar"/>
        </w:rPr>
        <w:t>Олуић</w:t>
      </w:r>
      <w:proofErr w:type="spellEnd"/>
    </w:p>
    <w:p w14:paraId="1C630428" w14:textId="77777777" w:rsidR="00070F11" w:rsidRDefault="00A5279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Звање у које се бира: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доцент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</w:p>
    <w:p w14:paraId="1DA343FB" w14:textId="77777777" w:rsidR="00070F11" w:rsidRDefault="00A5279C">
      <w:pPr>
        <w:ind w:left="990" w:hangingChars="450" w:hanging="990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Тема приступног предавања:</w:t>
      </w: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  <w:lang w:eastAsia="zh-CN" w:bidi="ar"/>
        </w:rPr>
        <w:t>Савремено</w:t>
      </w:r>
      <w:proofErr w:type="spellEnd"/>
      <w:r>
        <w:rPr>
          <w:rFonts w:ascii="Times" w:eastAsia="Times" w:hAnsi="Times" w:cs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  <w:lang w:eastAsia="zh-CN" w:bidi="ar"/>
        </w:rPr>
        <w:t>лечење</w:t>
      </w:r>
      <w:proofErr w:type="spellEnd"/>
      <w:r>
        <w:rPr>
          <w:rFonts w:ascii="Times" w:eastAsia="Times" w:hAnsi="Times" w:cs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  <w:lang w:eastAsia="zh-CN" w:bidi="ar"/>
        </w:rPr>
        <w:t>акутно</w:t>
      </w:r>
      <w:proofErr w:type="spellEnd"/>
      <w:r>
        <w:rPr>
          <w:rFonts w:ascii="Times" w:eastAsia="Times" w:hAnsi="Times" w:cs="Times"/>
          <w:color w:val="000000"/>
          <w:sz w:val="22"/>
          <w:szCs w:val="22"/>
          <w:lang w:val="sr-Cyrl-RS" w:eastAsia="zh-CN" w:bidi="ar"/>
        </w:rPr>
        <w:t>г</w:t>
      </w:r>
      <w:r>
        <w:rPr>
          <w:rFonts w:ascii="Times" w:eastAsia="Times" w:hAnsi="Times" w:cs="Times"/>
          <w:color w:val="000000"/>
          <w:sz w:val="22"/>
          <w:szCs w:val="22"/>
          <w:lang w:val="sr-Cyrl-RS" w:eastAsia="zh-CN" w:bidi="ar"/>
        </w:rPr>
        <w:t xml:space="preserve"> </w:t>
      </w:r>
      <w:proofErr w:type="spellStart"/>
      <w:r>
        <w:rPr>
          <w:rFonts w:ascii="Times" w:eastAsia="Times" w:hAnsi="Times" w:cs="Times"/>
          <w:color w:val="000000"/>
          <w:sz w:val="22"/>
          <w:szCs w:val="22"/>
          <w:lang w:eastAsia="zh-CN" w:bidi="ar"/>
        </w:rPr>
        <w:t>дивертикулитиса</w:t>
      </w:r>
      <w:proofErr w:type="spellEnd"/>
    </w:p>
    <w:p w14:paraId="1B73B8AC" w14:textId="77777777" w:rsidR="00070F11" w:rsidRDefault="00A5279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Датум извођења: </w:t>
      </w:r>
      <w:r>
        <w:rPr>
          <w:sz w:val="22"/>
          <w:szCs w:val="22"/>
          <w:lang w:val="sr-Cyrl-RS"/>
        </w:rPr>
        <w:t>05.11.2024. године</w:t>
      </w:r>
    </w:p>
    <w:p w14:paraId="418052B6" w14:textId="77777777" w:rsidR="00070F11" w:rsidRDefault="00070F11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72F1DABE" w14:textId="77777777" w:rsidR="00070F11" w:rsidRDefault="00070F11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4361A7EE" w14:textId="77777777" w:rsidR="00070F11" w:rsidRDefault="00A5279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Чланови Комисије:</w:t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  <w:t xml:space="preserve"> Оцена: (од 1 до 5)</w:t>
      </w:r>
    </w:p>
    <w:p w14:paraId="14742783" w14:textId="77777777" w:rsidR="00070F11" w:rsidRDefault="00070F11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471C7C18" w14:textId="77777777" w:rsidR="00070F11" w:rsidRDefault="00A5279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Проф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Павле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Грегорић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редовни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професор</w:t>
      </w:r>
      <w:proofErr w:type="spellEnd"/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>3</w:t>
      </w:r>
    </w:p>
    <w:p w14:paraId="2AD184B4" w14:textId="77777777" w:rsidR="00070F11" w:rsidRDefault="00A5279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Златибор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Лончар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доцент</w:t>
      </w:r>
      <w:proofErr w:type="spellEnd"/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>3</w:t>
      </w:r>
    </w:p>
    <w:p w14:paraId="42DCBB04" w14:textId="77777777" w:rsidR="00070F11" w:rsidRDefault="00A5279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3.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Душан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Мицић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доцент</w:t>
      </w:r>
      <w:proofErr w:type="spellEnd"/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>3</w:t>
      </w:r>
    </w:p>
    <w:p w14:paraId="28FF6930" w14:textId="77777777" w:rsidR="00070F11" w:rsidRDefault="00070F11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69731D05" w14:textId="77777777" w:rsidR="00070F11" w:rsidRDefault="00A5279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  <w:t xml:space="preserve">Просечна оцена: </w:t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>3</w:t>
      </w:r>
    </w:p>
    <w:p w14:paraId="002D26B5" w14:textId="77777777" w:rsidR="00070F11" w:rsidRDefault="00070F11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5F3291B8" w14:textId="77777777" w:rsidR="00070F11" w:rsidRDefault="00070F11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320D20E1" w14:textId="77777777" w:rsidR="00070F11" w:rsidRDefault="00070F11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CS"/>
        </w:rPr>
      </w:pPr>
    </w:p>
    <w:p w14:paraId="3CB32238" w14:textId="77777777" w:rsidR="00070F11" w:rsidRDefault="00A5279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  <w:t>Потписи чланова Комисије:</w:t>
      </w:r>
    </w:p>
    <w:p w14:paraId="3F3486F3" w14:textId="77777777" w:rsidR="00070F11" w:rsidRDefault="00070F11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5D29F27D" w14:textId="77777777" w:rsidR="00070F11" w:rsidRDefault="00A5279C">
      <w:pPr>
        <w:pStyle w:val="Checkboxes"/>
        <w:numPr>
          <w:ilvl w:val="0"/>
          <w:numId w:val="1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rFonts w:eastAsia="Times"/>
          <w:color w:val="000000"/>
          <w:sz w:val="22"/>
          <w:szCs w:val="22"/>
          <w:lang w:eastAsia="zh-CN" w:bidi="ar"/>
        </w:rPr>
      </w:pP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Проф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>.</w:t>
      </w:r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Павле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Грегорић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редовни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професор</w:t>
      </w:r>
      <w:proofErr w:type="spellEnd"/>
    </w:p>
    <w:p w14:paraId="2D4899ED" w14:textId="77777777" w:rsidR="00070F11" w:rsidRDefault="00A5279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3420"/>
        <w:rPr>
          <w:sz w:val="22"/>
          <w:szCs w:val="22"/>
          <w:lang w:val="sr-Cyrl-RS"/>
        </w:rPr>
      </w:pP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Универзитета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у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Београду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-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Медицинског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факултета</w:t>
      </w:r>
      <w:proofErr w:type="spellEnd"/>
    </w:p>
    <w:p w14:paraId="5545DDE1" w14:textId="77777777" w:rsidR="00070F11" w:rsidRDefault="00A5279C">
      <w:pPr>
        <w:pStyle w:val="Checkboxes"/>
        <w:numPr>
          <w:ilvl w:val="0"/>
          <w:numId w:val="1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rFonts w:eastAsia="Times"/>
          <w:color w:val="000000"/>
          <w:sz w:val="22"/>
          <w:szCs w:val="22"/>
          <w:lang w:eastAsia="zh-CN" w:bidi="ar"/>
        </w:rPr>
      </w:pP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Златибор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Лончар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доцент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Универзитета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у</w:t>
      </w:r>
    </w:p>
    <w:p w14:paraId="745DF732" w14:textId="77777777" w:rsidR="00070F11" w:rsidRDefault="00A5279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3420"/>
        <w:rPr>
          <w:sz w:val="22"/>
          <w:szCs w:val="22"/>
          <w:lang w:val="sr-Cyrl-RS"/>
        </w:rPr>
      </w:pP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Београду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-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Медицинског</w:t>
      </w:r>
      <w:proofErr w:type="spellEnd"/>
      <w:r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>
        <w:rPr>
          <w:rFonts w:eastAsia="Times"/>
          <w:color w:val="000000"/>
          <w:sz w:val="22"/>
          <w:szCs w:val="22"/>
          <w:lang w:eastAsia="zh-CN" w:bidi="ar"/>
        </w:rPr>
        <w:t>факултета</w:t>
      </w:r>
      <w:proofErr w:type="spellEnd"/>
    </w:p>
    <w:p w14:paraId="03627150" w14:textId="14BD4A75" w:rsidR="00070F11" w:rsidRPr="000B5809" w:rsidRDefault="00A5279C" w:rsidP="000B5809">
      <w:pPr>
        <w:pStyle w:val="Checkboxes"/>
        <w:numPr>
          <w:ilvl w:val="0"/>
          <w:numId w:val="1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proofErr w:type="spellStart"/>
      <w:r w:rsidRPr="000B5809">
        <w:rPr>
          <w:rFonts w:eastAsia="Times"/>
          <w:color w:val="000000"/>
          <w:sz w:val="22"/>
          <w:szCs w:val="22"/>
          <w:lang w:eastAsia="zh-CN" w:bidi="ar"/>
        </w:rPr>
        <w:t>Доц</w:t>
      </w:r>
      <w:proofErr w:type="spellEnd"/>
      <w:r w:rsidRPr="000B5809">
        <w:rPr>
          <w:rFonts w:eastAsia="Times"/>
          <w:color w:val="000000"/>
          <w:sz w:val="22"/>
          <w:szCs w:val="22"/>
          <w:lang w:eastAsia="zh-CN" w:bidi="ar"/>
        </w:rPr>
        <w:t xml:space="preserve">. </w:t>
      </w:r>
      <w:proofErr w:type="spellStart"/>
      <w:r w:rsidRPr="000B5809">
        <w:rPr>
          <w:rFonts w:eastAsia="Times"/>
          <w:color w:val="000000"/>
          <w:sz w:val="22"/>
          <w:szCs w:val="22"/>
          <w:lang w:eastAsia="zh-CN" w:bidi="ar"/>
        </w:rPr>
        <w:t>др</w:t>
      </w:r>
      <w:proofErr w:type="spellEnd"/>
      <w:r w:rsidRPr="000B5809"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 w:rsidRPr="000B5809">
        <w:rPr>
          <w:rFonts w:eastAsia="Times"/>
          <w:color w:val="000000"/>
          <w:sz w:val="22"/>
          <w:szCs w:val="22"/>
          <w:lang w:eastAsia="zh-CN" w:bidi="ar"/>
        </w:rPr>
        <w:t>Душан</w:t>
      </w:r>
      <w:proofErr w:type="spellEnd"/>
      <w:r w:rsidRPr="000B5809"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 w:rsidRPr="000B5809">
        <w:rPr>
          <w:rFonts w:eastAsia="Times"/>
          <w:color w:val="000000"/>
          <w:sz w:val="22"/>
          <w:szCs w:val="22"/>
          <w:lang w:eastAsia="zh-CN" w:bidi="ar"/>
        </w:rPr>
        <w:t>Мицић</w:t>
      </w:r>
      <w:proofErr w:type="spellEnd"/>
      <w:r w:rsidRPr="000B5809">
        <w:rPr>
          <w:rFonts w:eastAsia="Times"/>
          <w:color w:val="000000"/>
          <w:sz w:val="22"/>
          <w:szCs w:val="22"/>
          <w:lang w:eastAsia="zh-CN" w:bidi="ar"/>
        </w:rPr>
        <w:t xml:space="preserve">, </w:t>
      </w:r>
      <w:proofErr w:type="spellStart"/>
      <w:r w:rsidRPr="000B5809">
        <w:rPr>
          <w:rFonts w:eastAsia="Times"/>
          <w:color w:val="000000"/>
          <w:sz w:val="22"/>
          <w:szCs w:val="22"/>
          <w:lang w:eastAsia="zh-CN" w:bidi="ar"/>
        </w:rPr>
        <w:t>доцент</w:t>
      </w:r>
      <w:proofErr w:type="spellEnd"/>
      <w:r w:rsidRPr="000B5809"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 w:rsidRPr="000B5809">
        <w:rPr>
          <w:rFonts w:eastAsia="Times"/>
          <w:color w:val="000000"/>
          <w:sz w:val="22"/>
          <w:szCs w:val="22"/>
          <w:lang w:eastAsia="zh-CN" w:bidi="ar"/>
        </w:rPr>
        <w:t>Универзитета</w:t>
      </w:r>
      <w:proofErr w:type="spellEnd"/>
      <w:r w:rsidRPr="000B5809">
        <w:rPr>
          <w:rFonts w:eastAsia="Times"/>
          <w:color w:val="000000"/>
          <w:sz w:val="22"/>
          <w:szCs w:val="22"/>
          <w:lang w:eastAsia="zh-CN" w:bidi="ar"/>
        </w:rPr>
        <w:t xml:space="preserve"> у </w:t>
      </w:r>
      <w:proofErr w:type="spellStart"/>
      <w:r w:rsidRPr="000B5809">
        <w:rPr>
          <w:rFonts w:eastAsia="Times"/>
          <w:color w:val="000000"/>
          <w:sz w:val="22"/>
          <w:szCs w:val="22"/>
          <w:lang w:eastAsia="zh-CN" w:bidi="ar"/>
        </w:rPr>
        <w:t>Београду</w:t>
      </w:r>
      <w:proofErr w:type="spellEnd"/>
      <w:r w:rsidRPr="000B5809">
        <w:rPr>
          <w:rFonts w:eastAsia="Times"/>
          <w:color w:val="000000"/>
          <w:sz w:val="22"/>
          <w:szCs w:val="22"/>
          <w:lang w:eastAsia="zh-CN" w:bidi="ar"/>
        </w:rPr>
        <w:t>-</w:t>
      </w:r>
      <w:r w:rsidRPr="000B5809"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 w:rsidRPr="000B5809">
        <w:rPr>
          <w:rFonts w:eastAsia="Times"/>
          <w:color w:val="000000"/>
          <w:sz w:val="22"/>
          <w:szCs w:val="22"/>
          <w:lang w:eastAsia="zh-CN" w:bidi="ar"/>
        </w:rPr>
        <w:t>Медицинског</w:t>
      </w:r>
      <w:proofErr w:type="spellEnd"/>
      <w:r w:rsidRPr="000B5809">
        <w:rPr>
          <w:rFonts w:eastAsia="Times"/>
          <w:color w:val="000000"/>
          <w:sz w:val="22"/>
          <w:szCs w:val="22"/>
          <w:lang w:eastAsia="zh-CN" w:bidi="ar"/>
        </w:rPr>
        <w:t xml:space="preserve"> </w:t>
      </w:r>
      <w:proofErr w:type="spellStart"/>
      <w:r w:rsidRPr="000B5809">
        <w:rPr>
          <w:rFonts w:eastAsia="Times"/>
          <w:color w:val="000000"/>
          <w:sz w:val="22"/>
          <w:szCs w:val="22"/>
          <w:lang w:eastAsia="zh-CN" w:bidi="ar"/>
        </w:rPr>
        <w:t>факултета</w:t>
      </w:r>
      <w:proofErr w:type="spellEnd"/>
    </w:p>
    <w:p w14:paraId="72A1CDF2" w14:textId="77777777" w:rsidR="00070F11" w:rsidRDefault="00070F11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sectPr w:rsidR="00070F11">
      <w:headerReference w:type="first" r:id="rId7"/>
      <w:footerReference w:type="first" r:id="rId8"/>
      <w:pgSz w:w="11907" w:h="16840"/>
      <w:pgMar w:top="2430" w:right="1440" w:bottom="1701" w:left="1440" w:header="0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D4A19" w14:textId="77777777" w:rsidR="00A5279C" w:rsidRDefault="00A5279C">
      <w:r>
        <w:separator/>
      </w:r>
    </w:p>
  </w:endnote>
  <w:endnote w:type="continuationSeparator" w:id="0">
    <w:p w14:paraId="2762D68C" w14:textId="77777777" w:rsidR="00A5279C" w:rsidRDefault="00A52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CG 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69347" w14:textId="77777777" w:rsidR="00070F11" w:rsidRDefault="00A5279C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A5DF61A" wp14:editId="61B730D7">
          <wp:simplePos x="0" y="0"/>
          <wp:positionH relativeFrom="column">
            <wp:posOffset>2057400</wp:posOffset>
          </wp:positionH>
          <wp:positionV relativeFrom="paragraph">
            <wp:posOffset>20320</wp:posOffset>
          </wp:positionV>
          <wp:extent cx="1131570" cy="332105"/>
          <wp:effectExtent l="0" t="0" r="11430" b="10795"/>
          <wp:wrapNone/>
          <wp:docPr id="5" name="Picture 20" descr="cir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0" descr="cir-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31570" cy="332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4BD994E7" wp14:editId="753231DD">
          <wp:simplePos x="0" y="0"/>
          <wp:positionH relativeFrom="column">
            <wp:posOffset>3657600</wp:posOffset>
          </wp:positionH>
          <wp:positionV relativeFrom="paragraph">
            <wp:posOffset>18415</wp:posOffset>
          </wp:positionV>
          <wp:extent cx="2077085" cy="702310"/>
          <wp:effectExtent l="0" t="0" r="18415" b="2540"/>
          <wp:wrapNone/>
          <wp:docPr id="4" name="Picture 19" descr="cir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9" descr="cir-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77085" cy="702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1AFE439" wp14:editId="73D318C6">
          <wp:simplePos x="0" y="0"/>
          <wp:positionH relativeFrom="column">
            <wp:posOffset>0</wp:posOffset>
          </wp:positionH>
          <wp:positionV relativeFrom="paragraph">
            <wp:posOffset>20320</wp:posOffset>
          </wp:positionV>
          <wp:extent cx="1584325" cy="890270"/>
          <wp:effectExtent l="0" t="0" r="15875" b="5080"/>
          <wp:wrapNone/>
          <wp:docPr id="3" name="Picture 18" descr="cir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8" descr="cir-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84325" cy="890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B3E02" w14:textId="77777777" w:rsidR="00A5279C" w:rsidRDefault="00A5279C">
      <w:r>
        <w:separator/>
      </w:r>
    </w:p>
  </w:footnote>
  <w:footnote w:type="continuationSeparator" w:id="0">
    <w:p w14:paraId="133E17DF" w14:textId="77777777" w:rsidR="00A5279C" w:rsidRDefault="00A52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84177" w14:textId="77777777" w:rsidR="00070F11" w:rsidRDefault="00A5279C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BBD9481" wp14:editId="62F70595">
          <wp:simplePos x="0" y="0"/>
          <wp:positionH relativeFrom="column">
            <wp:posOffset>2933700</wp:posOffset>
          </wp:positionH>
          <wp:positionV relativeFrom="page">
            <wp:posOffset>476250</wp:posOffset>
          </wp:positionV>
          <wp:extent cx="1704975" cy="447675"/>
          <wp:effectExtent l="0" t="0" r="9525" b="9525"/>
          <wp:wrapTopAndBottom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9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9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99E148C" wp14:editId="00871C86">
          <wp:simplePos x="0" y="0"/>
          <wp:positionH relativeFrom="column">
            <wp:posOffset>4114800</wp:posOffset>
          </wp:positionH>
          <wp:positionV relativeFrom="page">
            <wp:posOffset>201930</wp:posOffset>
          </wp:positionV>
          <wp:extent cx="1619250" cy="1390650"/>
          <wp:effectExtent l="0" t="0" r="0" b="0"/>
          <wp:wrapTopAndBottom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19250" cy="1390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246BC24"/>
    <w:multiLevelType w:val="singleLevel"/>
    <w:tmpl w:val="F246BC24"/>
    <w:lvl w:ilvl="0">
      <w:start w:val="1"/>
      <w:numFmt w:val="decimal"/>
      <w:suff w:val="space"/>
      <w:lvlText w:val="%1."/>
      <w:lvlJc w:val="left"/>
      <w:pPr>
        <w:ind w:left="342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050E"/>
    <w:rsid w:val="000221FF"/>
    <w:rsid w:val="00023A20"/>
    <w:rsid w:val="00070F11"/>
    <w:rsid w:val="000B1DB6"/>
    <w:rsid w:val="000B5809"/>
    <w:rsid w:val="00135D13"/>
    <w:rsid w:val="00140390"/>
    <w:rsid w:val="0015744D"/>
    <w:rsid w:val="001B316D"/>
    <w:rsid w:val="001D49D7"/>
    <w:rsid w:val="00252A1F"/>
    <w:rsid w:val="0025528D"/>
    <w:rsid w:val="00255CEC"/>
    <w:rsid w:val="002C02C9"/>
    <w:rsid w:val="002D6614"/>
    <w:rsid w:val="002E288B"/>
    <w:rsid w:val="00307F27"/>
    <w:rsid w:val="003172B3"/>
    <w:rsid w:val="00323DC3"/>
    <w:rsid w:val="00350710"/>
    <w:rsid w:val="00363035"/>
    <w:rsid w:val="0036380C"/>
    <w:rsid w:val="00382AF0"/>
    <w:rsid w:val="0038733B"/>
    <w:rsid w:val="003917EB"/>
    <w:rsid w:val="003A7D48"/>
    <w:rsid w:val="003D4F09"/>
    <w:rsid w:val="004305D4"/>
    <w:rsid w:val="004F25F6"/>
    <w:rsid w:val="004F3EC5"/>
    <w:rsid w:val="004F6506"/>
    <w:rsid w:val="00520681"/>
    <w:rsid w:val="005607E3"/>
    <w:rsid w:val="0059222B"/>
    <w:rsid w:val="005A1176"/>
    <w:rsid w:val="005A4FCC"/>
    <w:rsid w:val="005B2885"/>
    <w:rsid w:val="005C3B65"/>
    <w:rsid w:val="005C59FE"/>
    <w:rsid w:val="00606232"/>
    <w:rsid w:val="006136A4"/>
    <w:rsid w:val="006225C6"/>
    <w:rsid w:val="006243CD"/>
    <w:rsid w:val="00631B5E"/>
    <w:rsid w:val="006637F6"/>
    <w:rsid w:val="006906FE"/>
    <w:rsid w:val="006951D0"/>
    <w:rsid w:val="006B3025"/>
    <w:rsid w:val="006F7DCA"/>
    <w:rsid w:val="00715E69"/>
    <w:rsid w:val="00730983"/>
    <w:rsid w:val="0075050E"/>
    <w:rsid w:val="00752520"/>
    <w:rsid w:val="00763E2E"/>
    <w:rsid w:val="007B07BC"/>
    <w:rsid w:val="007D230E"/>
    <w:rsid w:val="007F6BC1"/>
    <w:rsid w:val="0081273F"/>
    <w:rsid w:val="00817E8E"/>
    <w:rsid w:val="00844853"/>
    <w:rsid w:val="0086751A"/>
    <w:rsid w:val="008771E1"/>
    <w:rsid w:val="00897783"/>
    <w:rsid w:val="008A7872"/>
    <w:rsid w:val="008B26AB"/>
    <w:rsid w:val="008C329B"/>
    <w:rsid w:val="008D6250"/>
    <w:rsid w:val="008E5850"/>
    <w:rsid w:val="008F2919"/>
    <w:rsid w:val="009032A6"/>
    <w:rsid w:val="009322E7"/>
    <w:rsid w:val="0096071E"/>
    <w:rsid w:val="00980CFC"/>
    <w:rsid w:val="009A2C88"/>
    <w:rsid w:val="009C71ED"/>
    <w:rsid w:val="009F1036"/>
    <w:rsid w:val="009F1825"/>
    <w:rsid w:val="00A13C8F"/>
    <w:rsid w:val="00A3158D"/>
    <w:rsid w:val="00A44117"/>
    <w:rsid w:val="00A47A67"/>
    <w:rsid w:val="00A5279C"/>
    <w:rsid w:val="00A824E6"/>
    <w:rsid w:val="00AD0F25"/>
    <w:rsid w:val="00AF5BF5"/>
    <w:rsid w:val="00B17FDF"/>
    <w:rsid w:val="00B26FDA"/>
    <w:rsid w:val="00B438B8"/>
    <w:rsid w:val="00BC038B"/>
    <w:rsid w:val="00BE62B1"/>
    <w:rsid w:val="00BF1E80"/>
    <w:rsid w:val="00BF3C46"/>
    <w:rsid w:val="00BF4F5D"/>
    <w:rsid w:val="00BF7BD2"/>
    <w:rsid w:val="00C02B03"/>
    <w:rsid w:val="00C5295A"/>
    <w:rsid w:val="00C65437"/>
    <w:rsid w:val="00C907BF"/>
    <w:rsid w:val="00CA66A3"/>
    <w:rsid w:val="00CA6959"/>
    <w:rsid w:val="00CB2ADB"/>
    <w:rsid w:val="00CF79C0"/>
    <w:rsid w:val="00D17B0F"/>
    <w:rsid w:val="00D34F72"/>
    <w:rsid w:val="00D65DB4"/>
    <w:rsid w:val="00D703D0"/>
    <w:rsid w:val="00D74298"/>
    <w:rsid w:val="00D8503A"/>
    <w:rsid w:val="00DA1ADC"/>
    <w:rsid w:val="00DA3F93"/>
    <w:rsid w:val="00DA6390"/>
    <w:rsid w:val="00DC09AD"/>
    <w:rsid w:val="00DD3602"/>
    <w:rsid w:val="00DE490A"/>
    <w:rsid w:val="00E314FA"/>
    <w:rsid w:val="00E36036"/>
    <w:rsid w:val="00E4036F"/>
    <w:rsid w:val="00E516DA"/>
    <w:rsid w:val="00E607F1"/>
    <w:rsid w:val="00E74889"/>
    <w:rsid w:val="00ED0D06"/>
    <w:rsid w:val="00ED5487"/>
    <w:rsid w:val="00F06EA4"/>
    <w:rsid w:val="00F07DE0"/>
    <w:rsid w:val="00F15F91"/>
    <w:rsid w:val="00F40B1C"/>
    <w:rsid w:val="00F40E24"/>
    <w:rsid w:val="00F5224A"/>
    <w:rsid w:val="00F75606"/>
    <w:rsid w:val="00FA2357"/>
    <w:rsid w:val="00FB39FF"/>
    <w:rsid w:val="00FE3382"/>
    <w:rsid w:val="3705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3FED4D"/>
  <w15:docId w15:val="{28FA4F25-CF60-422F-8796-16EEB56E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Pr>
      <w:rFonts w:ascii="Arial" w:hAnsi="Arial" w:cs="Arial" w:hint="default"/>
      <w:b/>
      <w:spacing w:val="-10"/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eckboxes">
    <w:name w:val="Checkboxes"/>
    <w:basedOn w:val="Normal"/>
    <w:pPr>
      <w:spacing w:before="360" w:after="360"/>
    </w:pPr>
    <w:rPr>
      <w:sz w:val="20"/>
      <w:szCs w:val="20"/>
    </w:rPr>
  </w:style>
  <w:style w:type="character" w:customStyle="1" w:styleId="MessageHeaderLabel">
    <w:name w:val="Message Header Label"/>
    <w:rPr>
      <w:rFonts w:ascii="Arial" w:hAnsi="Arial" w:cs="Arial" w:hint="default"/>
      <w:b/>
      <w:spacing w:val="-4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a\Desktop\MOJA%20DOKUMENTA\MEMORANDUMI-novo\Memorandum%20cirilica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 cirilica</Template>
  <TotalTime>10</TotalTime>
  <Pages>1</Pages>
  <Words>177</Words>
  <Characters>1014</Characters>
  <Application>Microsoft Office Word</Application>
  <DocSecurity>0</DocSecurity>
  <Lines>8</Lines>
  <Paragraphs>2</Paragraphs>
  <ScaleCrop>false</ScaleCrop>
  <Company>Kuca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Obradovic</dc:creator>
  <cp:lastModifiedBy>Сатка Синђелић</cp:lastModifiedBy>
  <cp:revision>2</cp:revision>
  <cp:lastPrinted>2022-11-23T07:05:00Z</cp:lastPrinted>
  <dcterms:created xsi:type="dcterms:W3CDTF">2022-11-18T08:31:00Z</dcterms:created>
  <dcterms:modified xsi:type="dcterms:W3CDTF">2024-11-21T13:23:00Z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9E2CA626AC864A62A4B1254DAB833C45_13</vt:lpwstr>
  </property>
</Properties>
</file>